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C92E2" w14:textId="77777777" w:rsidR="00C40984" w:rsidRPr="00BB6975" w:rsidRDefault="00C40984" w:rsidP="00BB6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2E1EC3" w14:textId="77777777" w:rsidR="00746CA8" w:rsidRPr="00BB6975" w:rsidRDefault="00746CA8" w:rsidP="00BB6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65B43D" w14:textId="77777777" w:rsidR="00220C9B" w:rsidRPr="00BB6975" w:rsidRDefault="00220C9B" w:rsidP="00BB6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9362F" w14:textId="2ED1F1D4" w:rsidR="002A3A5D" w:rsidRPr="00BB6975" w:rsidRDefault="007F6106" w:rsidP="00BB6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975">
        <w:rPr>
          <w:rFonts w:ascii="Times New Roman" w:hAnsi="Times New Roman" w:cs="Times New Roman"/>
          <w:sz w:val="24"/>
          <w:szCs w:val="24"/>
        </w:rPr>
        <w:t xml:space="preserve">Lp </w:t>
      </w:r>
      <w:r w:rsidR="000713EA">
        <w:rPr>
          <w:rFonts w:ascii="Times New Roman" w:hAnsi="Times New Roman" w:cs="Times New Roman"/>
          <w:sz w:val="24"/>
          <w:szCs w:val="24"/>
        </w:rPr>
        <w:t xml:space="preserve">Erik </w:t>
      </w:r>
      <w:proofErr w:type="spellStart"/>
      <w:r w:rsidR="000713EA">
        <w:rPr>
          <w:rFonts w:ascii="Times New Roman" w:hAnsi="Times New Roman" w:cs="Times New Roman"/>
          <w:sz w:val="24"/>
          <w:szCs w:val="24"/>
        </w:rPr>
        <w:t>Janson</w:t>
      </w:r>
      <w:proofErr w:type="spellEnd"/>
      <w:r w:rsidRPr="00BB6975">
        <w:rPr>
          <w:rFonts w:ascii="Times New Roman" w:hAnsi="Times New Roman" w:cs="Times New Roman"/>
          <w:sz w:val="24"/>
          <w:szCs w:val="24"/>
        </w:rPr>
        <w:tab/>
      </w:r>
      <w:r w:rsidRPr="00BB6975">
        <w:rPr>
          <w:rFonts w:ascii="Times New Roman" w:hAnsi="Times New Roman" w:cs="Times New Roman"/>
          <w:sz w:val="24"/>
          <w:szCs w:val="24"/>
        </w:rPr>
        <w:tab/>
      </w:r>
      <w:r w:rsidRPr="00BB6975">
        <w:rPr>
          <w:rFonts w:ascii="Times New Roman" w:hAnsi="Times New Roman" w:cs="Times New Roman"/>
          <w:sz w:val="24"/>
          <w:szCs w:val="24"/>
        </w:rPr>
        <w:tab/>
      </w:r>
      <w:r w:rsidRPr="00BB6975">
        <w:rPr>
          <w:rFonts w:ascii="Times New Roman" w:hAnsi="Times New Roman" w:cs="Times New Roman"/>
          <w:sz w:val="24"/>
          <w:szCs w:val="24"/>
        </w:rPr>
        <w:tab/>
      </w:r>
      <w:r w:rsidRPr="00BB6975">
        <w:rPr>
          <w:rFonts w:ascii="Times New Roman" w:hAnsi="Times New Roman" w:cs="Times New Roman"/>
          <w:sz w:val="24"/>
          <w:szCs w:val="24"/>
        </w:rPr>
        <w:tab/>
      </w:r>
      <w:r w:rsidRPr="00BB6975">
        <w:rPr>
          <w:rFonts w:ascii="Times New Roman" w:hAnsi="Times New Roman" w:cs="Times New Roman"/>
          <w:sz w:val="24"/>
          <w:szCs w:val="24"/>
        </w:rPr>
        <w:tab/>
      </w:r>
      <w:r w:rsidR="00B43963" w:rsidRPr="00BB6975">
        <w:rPr>
          <w:rFonts w:ascii="Times New Roman" w:hAnsi="Times New Roman" w:cs="Times New Roman"/>
          <w:sz w:val="24"/>
          <w:szCs w:val="24"/>
        </w:rPr>
        <w:t xml:space="preserve">Teie </w:t>
      </w:r>
      <w:r w:rsidR="001008AE">
        <w:rPr>
          <w:rFonts w:ascii="Times New Roman" w:hAnsi="Times New Roman" w:cs="Times New Roman"/>
          <w:sz w:val="24"/>
          <w:szCs w:val="24"/>
        </w:rPr>
        <w:t>2</w:t>
      </w:r>
      <w:r w:rsidR="00C94F25">
        <w:rPr>
          <w:rFonts w:ascii="Times New Roman" w:hAnsi="Times New Roman" w:cs="Times New Roman"/>
          <w:sz w:val="24"/>
          <w:szCs w:val="24"/>
        </w:rPr>
        <w:t>8</w:t>
      </w:r>
      <w:r w:rsidR="00793C5C" w:rsidRPr="00BB6975">
        <w:rPr>
          <w:rFonts w:ascii="Times New Roman" w:hAnsi="Times New Roman" w:cs="Times New Roman"/>
          <w:sz w:val="24"/>
          <w:szCs w:val="24"/>
        </w:rPr>
        <w:t>.</w:t>
      </w:r>
      <w:r w:rsidR="001008AE">
        <w:rPr>
          <w:rFonts w:ascii="Times New Roman" w:hAnsi="Times New Roman" w:cs="Times New Roman"/>
          <w:sz w:val="24"/>
          <w:szCs w:val="24"/>
        </w:rPr>
        <w:t>11</w:t>
      </w:r>
      <w:r w:rsidR="00793C5C" w:rsidRPr="00BB6975">
        <w:rPr>
          <w:rFonts w:ascii="Times New Roman" w:hAnsi="Times New Roman" w:cs="Times New Roman"/>
          <w:sz w:val="24"/>
          <w:szCs w:val="24"/>
        </w:rPr>
        <w:t xml:space="preserve">.2025 </w:t>
      </w:r>
      <w:r w:rsidR="00913DBA" w:rsidRPr="00913DBA">
        <w:rPr>
          <w:rFonts w:ascii="Times New Roman" w:hAnsi="Times New Roman" w:cs="Times New Roman"/>
          <w:sz w:val="24"/>
          <w:szCs w:val="24"/>
        </w:rPr>
        <w:t>nr 21-1/25/9638-1</w:t>
      </w:r>
    </w:p>
    <w:p w14:paraId="2FDC2E0B" w14:textId="30FC4492" w:rsidR="0061334E" w:rsidRDefault="000713EA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juhataja</w:t>
      </w:r>
    </w:p>
    <w:p w14:paraId="3F3866C7" w14:textId="0B183CEC" w:rsidR="00A27BC2" w:rsidRPr="00BB6975" w:rsidRDefault="0061334E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Justiits- ja Digiministeerium</w:t>
      </w:r>
      <w:r>
        <w:rPr>
          <w:rFonts w:ascii="Times New Roman" w:hAnsi="Times New Roman" w:cs="Times New Roman"/>
          <w:sz w:val="24"/>
          <w:szCs w:val="24"/>
        </w:rPr>
        <w:tab/>
      </w:r>
      <w:r w:rsidR="00F76B2A" w:rsidRPr="00BB6975">
        <w:rPr>
          <w:rFonts w:ascii="Times New Roman" w:hAnsi="Times New Roman" w:cs="Times New Roman"/>
          <w:sz w:val="24"/>
          <w:szCs w:val="24"/>
        </w:rPr>
        <w:t xml:space="preserve"> </w:t>
      </w:r>
      <w:r w:rsidR="00F76B2A" w:rsidRPr="00BB6975">
        <w:rPr>
          <w:rFonts w:ascii="Times New Roman" w:hAnsi="Times New Roman" w:cs="Times New Roman"/>
          <w:sz w:val="24"/>
          <w:szCs w:val="24"/>
        </w:rPr>
        <w:tab/>
      </w:r>
      <w:r w:rsidR="00F76B2A" w:rsidRPr="00BB6975">
        <w:rPr>
          <w:rFonts w:ascii="Times New Roman" w:hAnsi="Times New Roman" w:cs="Times New Roman"/>
          <w:sz w:val="24"/>
          <w:szCs w:val="24"/>
        </w:rPr>
        <w:tab/>
      </w:r>
      <w:r w:rsidR="00F76B2A" w:rsidRPr="00BB6975">
        <w:rPr>
          <w:rFonts w:ascii="Times New Roman" w:hAnsi="Times New Roman" w:cs="Times New Roman"/>
          <w:sz w:val="24"/>
          <w:szCs w:val="24"/>
        </w:rPr>
        <w:tab/>
      </w:r>
      <w:r w:rsidR="00F76B2A" w:rsidRPr="00BB6975">
        <w:rPr>
          <w:rFonts w:ascii="Times New Roman" w:hAnsi="Times New Roman" w:cs="Times New Roman"/>
          <w:sz w:val="24"/>
          <w:szCs w:val="24"/>
        </w:rPr>
        <w:tab/>
        <w:t xml:space="preserve">Meie </w:t>
      </w:r>
      <w:r w:rsidR="00C94F25">
        <w:rPr>
          <w:rFonts w:ascii="Times New Roman" w:hAnsi="Times New Roman" w:cs="Times New Roman"/>
          <w:sz w:val="24"/>
          <w:szCs w:val="24"/>
        </w:rPr>
        <w:t>15</w:t>
      </w:r>
      <w:r w:rsidR="00F76B2A" w:rsidRPr="00BB6975">
        <w:rPr>
          <w:rFonts w:ascii="Times New Roman" w:hAnsi="Times New Roman" w:cs="Times New Roman"/>
          <w:sz w:val="24"/>
          <w:szCs w:val="24"/>
        </w:rPr>
        <w:t>.</w:t>
      </w:r>
      <w:r w:rsidR="001008AE">
        <w:rPr>
          <w:rFonts w:ascii="Times New Roman" w:hAnsi="Times New Roman" w:cs="Times New Roman"/>
          <w:sz w:val="24"/>
          <w:szCs w:val="24"/>
        </w:rPr>
        <w:t>12</w:t>
      </w:r>
      <w:r w:rsidR="00F76B2A" w:rsidRPr="00BB6975">
        <w:rPr>
          <w:rFonts w:ascii="Times New Roman" w:hAnsi="Times New Roman" w:cs="Times New Roman"/>
          <w:sz w:val="24"/>
          <w:szCs w:val="24"/>
        </w:rPr>
        <w:t>.2025 nr</w:t>
      </w:r>
      <w:r w:rsidR="000F6892" w:rsidRPr="00BB6975">
        <w:rPr>
          <w:rFonts w:ascii="Times New Roman" w:hAnsi="Times New Roman" w:cs="Times New Roman"/>
          <w:sz w:val="24"/>
          <w:szCs w:val="24"/>
        </w:rPr>
        <w:t xml:space="preserve"> </w:t>
      </w:r>
      <w:r w:rsidR="00FE0F1D" w:rsidRPr="00FE0F1D">
        <w:rPr>
          <w:rFonts w:ascii="Times New Roman" w:hAnsi="Times New Roman" w:cs="Times New Roman"/>
          <w:sz w:val="24"/>
          <w:szCs w:val="24"/>
        </w:rPr>
        <w:t>2-3/197-2</w:t>
      </w:r>
    </w:p>
    <w:p w14:paraId="79AC62BE" w14:textId="77777777" w:rsidR="006852B7" w:rsidRPr="00BB6975" w:rsidRDefault="006852B7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9A63C" w14:textId="77777777" w:rsidR="00F2505F" w:rsidRPr="00BB6975" w:rsidRDefault="00F2505F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EB897C" w14:textId="77777777" w:rsidR="00F2505F" w:rsidRPr="00BB6975" w:rsidRDefault="00F2505F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23DB96" w14:textId="77777777" w:rsidR="00F2505F" w:rsidRPr="00BB6975" w:rsidRDefault="00F2505F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BF448" w14:textId="26969CA2" w:rsidR="00913DBA" w:rsidRDefault="00913DBA" w:rsidP="00913D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DBA">
        <w:rPr>
          <w:rFonts w:ascii="Times New Roman" w:hAnsi="Times New Roman" w:cs="Times New Roman"/>
          <w:b/>
          <w:bCs/>
          <w:sz w:val="24"/>
          <w:szCs w:val="24"/>
        </w:rPr>
        <w:t xml:space="preserve">Kutse huvigruppidele tagasiside </w:t>
      </w:r>
    </w:p>
    <w:p w14:paraId="27F1BF12" w14:textId="7A0D847A" w:rsidR="006173E4" w:rsidRPr="00BB6975" w:rsidRDefault="00913DBA" w:rsidP="00913D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DBA">
        <w:rPr>
          <w:rFonts w:ascii="Times New Roman" w:hAnsi="Times New Roman" w:cs="Times New Roman"/>
          <w:b/>
          <w:bCs/>
          <w:sz w:val="24"/>
          <w:szCs w:val="24"/>
        </w:rPr>
        <w:t>andmiseks EL ärikukru teemal</w:t>
      </w:r>
    </w:p>
    <w:p w14:paraId="30BA4330" w14:textId="77777777" w:rsidR="00481986" w:rsidRPr="00BB6975" w:rsidRDefault="00481986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B9026F" w14:textId="77777777" w:rsidR="00F2505F" w:rsidRPr="00BB6975" w:rsidRDefault="00F2505F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6C672" w14:textId="2BAD749A" w:rsidR="00C95E0B" w:rsidRDefault="00C740C1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Justiits- ja Digiministeerium</w:t>
      </w:r>
      <w:r w:rsidR="00CC626B" w:rsidRPr="00BB6975">
        <w:rPr>
          <w:rFonts w:ascii="Times New Roman" w:hAnsi="Times New Roman" w:cs="Times New Roman"/>
          <w:sz w:val="24"/>
          <w:szCs w:val="24"/>
        </w:rPr>
        <w:t xml:space="preserve"> esitas Eesti Linnade ja Valdade Liidule </w:t>
      </w:r>
      <w:r>
        <w:rPr>
          <w:rFonts w:ascii="Times New Roman" w:hAnsi="Times New Roman" w:cs="Times New Roman"/>
          <w:sz w:val="24"/>
          <w:szCs w:val="24"/>
        </w:rPr>
        <w:t>2</w:t>
      </w:r>
      <w:r w:rsidR="00D010D6">
        <w:rPr>
          <w:rFonts w:ascii="Times New Roman" w:hAnsi="Times New Roman" w:cs="Times New Roman"/>
          <w:sz w:val="24"/>
          <w:szCs w:val="24"/>
        </w:rPr>
        <w:t>8</w:t>
      </w:r>
      <w:r w:rsidR="003A19E9" w:rsidRPr="00BB697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3A19E9" w:rsidRPr="00BB6975">
        <w:rPr>
          <w:rFonts w:ascii="Times New Roman" w:hAnsi="Times New Roman" w:cs="Times New Roman"/>
          <w:sz w:val="24"/>
          <w:szCs w:val="24"/>
        </w:rPr>
        <w:t xml:space="preserve">.2025 </w:t>
      </w:r>
      <w:r w:rsidR="00D010D6">
        <w:rPr>
          <w:rFonts w:ascii="Times New Roman" w:hAnsi="Times New Roman" w:cs="Times New Roman"/>
          <w:sz w:val="24"/>
          <w:szCs w:val="24"/>
        </w:rPr>
        <w:t xml:space="preserve">info </w:t>
      </w:r>
      <w:r w:rsidR="00D06CA4">
        <w:rPr>
          <w:rFonts w:ascii="Times New Roman" w:hAnsi="Times New Roman" w:cs="Times New Roman"/>
          <w:sz w:val="24"/>
          <w:szCs w:val="24"/>
        </w:rPr>
        <w:t xml:space="preserve">ministeeriumi kavatsusest kokku panna seisukohad EL ärikukru (EBW) määrusele. Allpool liidu tagasiside määruse eelnõule. </w:t>
      </w:r>
    </w:p>
    <w:p w14:paraId="4D250339" w14:textId="77777777" w:rsidR="005B17E1" w:rsidRDefault="005B17E1" w:rsidP="002359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CD701" w14:textId="5DE8F5A7" w:rsidR="002359ED" w:rsidRPr="005B17E1" w:rsidRDefault="002359ED" w:rsidP="002359E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359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Kas toetate eelnõus toodud eesmärke ja pakutud lahendusi? Palun tooge välja, milliseid toetate ja miks? Milliseid ettepanekuid Teie ei toeta ja miks? </w:t>
      </w:r>
    </w:p>
    <w:p w14:paraId="0B552152" w14:textId="77777777" w:rsidR="002359ED" w:rsidRDefault="002359ED" w:rsidP="002359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78893A" w14:textId="234594CA" w:rsidR="00B0519D" w:rsidRDefault="00E54FBB" w:rsidP="004E1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</w:t>
      </w:r>
      <w:r w:rsidRPr="00E54FBB">
        <w:rPr>
          <w:rFonts w:ascii="Times New Roman" w:hAnsi="Times New Roman" w:cs="Times New Roman"/>
          <w:sz w:val="24"/>
          <w:szCs w:val="24"/>
        </w:rPr>
        <w:t>ht</w:t>
      </w:r>
      <w:r>
        <w:rPr>
          <w:rFonts w:ascii="Times New Roman" w:hAnsi="Times New Roman" w:cs="Times New Roman"/>
          <w:sz w:val="24"/>
          <w:szCs w:val="24"/>
        </w:rPr>
        <w:t>se</w:t>
      </w:r>
      <w:r w:rsidRPr="00E54FBB">
        <w:rPr>
          <w:rFonts w:ascii="Times New Roman" w:hAnsi="Times New Roman" w:cs="Times New Roman"/>
          <w:sz w:val="24"/>
          <w:szCs w:val="24"/>
        </w:rPr>
        <w:t xml:space="preserve"> raamistik</w:t>
      </w:r>
      <w:r>
        <w:rPr>
          <w:rFonts w:ascii="Times New Roman" w:hAnsi="Times New Roman" w:cs="Times New Roman"/>
          <w:sz w:val="24"/>
          <w:szCs w:val="24"/>
        </w:rPr>
        <w:t>u loomine</w:t>
      </w:r>
      <w:r w:rsidRPr="00E54FBB">
        <w:rPr>
          <w:rFonts w:ascii="Times New Roman" w:hAnsi="Times New Roman" w:cs="Times New Roman"/>
          <w:sz w:val="24"/>
          <w:szCs w:val="24"/>
        </w:rPr>
        <w:t>, mis võimaldab ettevõtjatel ja avaliku sektori asutustel end digitaalselt tuvastada, autentida ja vahetada andmeid õigusliku kehtivusega</w:t>
      </w:r>
      <w:r w:rsidR="0087333D">
        <w:rPr>
          <w:rFonts w:ascii="Times New Roman" w:hAnsi="Times New Roman" w:cs="Times New Roman"/>
          <w:sz w:val="24"/>
          <w:szCs w:val="24"/>
        </w:rPr>
        <w:t xml:space="preserve">, on arusaadav eesmärk. </w:t>
      </w:r>
      <w:r w:rsidR="00614254" w:rsidRPr="00614254">
        <w:rPr>
          <w:rFonts w:ascii="Times New Roman" w:hAnsi="Times New Roman" w:cs="Times New Roman"/>
          <w:sz w:val="24"/>
          <w:szCs w:val="24"/>
        </w:rPr>
        <w:t xml:space="preserve">Kohalikud omavalitsused osalevad </w:t>
      </w:r>
      <w:r w:rsidR="00542401">
        <w:rPr>
          <w:rFonts w:ascii="Times New Roman" w:hAnsi="Times New Roman" w:cs="Times New Roman"/>
          <w:sz w:val="24"/>
          <w:szCs w:val="24"/>
        </w:rPr>
        <w:t>mitmetes tegevustes</w:t>
      </w:r>
      <w:r w:rsidR="00303917">
        <w:rPr>
          <w:rFonts w:ascii="Times New Roman" w:hAnsi="Times New Roman" w:cs="Times New Roman"/>
          <w:sz w:val="24"/>
          <w:szCs w:val="24"/>
        </w:rPr>
        <w:t>, kus osapooleks võib olla piiriülene ettevõte</w:t>
      </w:r>
      <w:r w:rsidR="00614254" w:rsidRPr="00614254">
        <w:rPr>
          <w:rFonts w:ascii="Times New Roman" w:hAnsi="Times New Roman" w:cs="Times New Roman"/>
          <w:sz w:val="24"/>
          <w:szCs w:val="24"/>
        </w:rPr>
        <w:t xml:space="preserve"> (</w:t>
      </w:r>
      <w:r w:rsidR="00542401">
        <w:rPr>
          <w:rFonts w:ascii="Times New Roman" w:hAnsi="Times New Roman" w:cs="Times New Roman"/>
          <w:sz w:val="24"/>
          <w:szCs w:val="24"/>
        </w:rPr>
        <w:t xml:space="preserve">n. </w:t>
      </w:r>
      <w:r w:rsidR="00614254" w:rsidRPr="00614254">
        <w:rPr>
          <w:rFonts w:ascii="Times New Roman" w:hAnsi="Times New Roman" w:cs="Times New Roman"/>
          <w:sz w:val="24"/>
          <w:szCs w:val="24"/>
        </w:rPr>
        <w:t>ehitusl</w:t>
      </w:r>
      <w:r w:rsidR="00353490">
        <w:rPr>
          <w:rFonts w:ascii="Times New Roman" w:hAnsi="Times New Roman" w:cs="Times New Roman"/>
          <w:sz w:val="24"/>
          <w:szCs w:val="24"/>
        </w:rPr>
        <w:t>ubade menetlemine</w:t>
      </w:r>
      <w:r w:rsidR="00542401">
        <w:rPr>
          <w:rFonts w:ascii="Times New Roman" w:hAnsi="Times New Roman" w:cs="Times New Roman"/>
          <w:sz w:val="24"/>
          <w:szCs w:val="24"/>
        </w:rPr>
        <w:t xml:space="preserve"> </w:t>
      </w:r>
      <w:r w:rsidR="00353490">
        <w:rPr>
          <w:rFonts w:ascii="Times New Roman" w:hAnsi="Times New Roman" w:cs="Times New Roman"/>
          <w:sz w:val="24"/>
          <w:szCs w:val="24"/>
        </w:rPr>
        <w:t>ja väljastamine</w:t>
      </w:r>
      <w:r w:rsidR="00614254" w:rsidRPr="00614254">
        <w:rPr>
          <w:rFonts w:ascii="Times New Roman" w:hAnsi="Times New Roman" w:cs="Times New Roman"/>
          <w:sz w:val="24"/>
          <w:szCs w:val="24"/>
        </w:rPr>
        <w:t>, han</w:t>
      </w:r>
      <w:r w:rsidR="00353490">
        <w:rPr>
          <w:rFonts w:ascii="Times New Roman" w:hAnsi="Times New Roman" w:cs="Times New Roman"/>
          <w:sz w:val="24"/>
          <w:szCs w:val="24"/>
        </w:rPr>
        <w:t xml:space="preserve">gete korraldamine, </w:t>
      </w:r>
      <w:r w:rsidR="00542401">
        <w:rPr>
          <w:rFonts w:ascii="Times New Roman" w:hAnsi="Times New Roman" w:cs="Times New Roman"/>
          <w:sz w:val="24"/>
          <w:szCs w:val="24"/>
        </w:rPr>
        <w:t>sündmuste korraldamine</w:t>
      </w:r>
      <w:r w:rsidR="00ED67C1">
        <w:rPr>
          <w:rFonts w:ascii="Times New Roman" w:hAnsi="Times New Roman" w:cs="Times New Roman"/>
          <w:sz w:val="24"/>
          <w:szCs w:val="24"/>
        </w:rPr>
        <w:t>,</w:t>
      </w:r>
      <w:r w:rsidR="00542401">
        <w:rPr>
          <w:rFonts w:ascii="Times New Roman" w:hAnsi="Times New Roman" w:cs="Times New Roman"/>
          <w:sz w:val="24"/>
          <w:szCs w:val="24"/>
        </w:rPr>
        <w:t xml:space="preserve"> </w:t>
      </w:r>
      <w:r w:rsidR="00353490">
        <w:rPr>
          <w:rFonts w:ascii="Times New Roman" w:hAnsi="Times New Roman" w:cs="Times New Roman"/>
          <w:sz w:val="24"/>
          <w:szCs w:val="24"/>
        </w:rPr>
        <w:t xml:space="preserve">vähesel määral </w:t>
      </w:r>
      <w:r w:rsidR="00353490" w:rsidRPr="00614254">
        <w:rPr>
          <w:rFonts w:ascii="Times New Roman" w:hAnsi="Times New Roman" w:cs="Times New Roman"/>
          <w:sz w:val="24"/>
          <w:szCs w:val="24"/>
        </w:rPr>
        <w:t>ettevõtlustoetused</w:t>
      </w:r>
      <w:r w:rsidR="00614254" w:rsidRPr="00614254">
        <w:rPr>
          <w:rFonts w:ascii="Times New Roman" w:hAnsi="Times New Roman" w:cs="Times New Roman"/>
          <w:sz w:val="24"/>
          <w:szCs w:val="24"/>
        </w:rPr>
        <w:t xml:space="preserve">), kus digitaalse identiteedi ja dokumentide turvaline vahetus on </w:t>
      </w:r>
      <w:r w:rsidR="00D30763">
        <w:rPr>
          <w:rFonts w:ascii="Times New Roman" w:hAnsi="Times New Roman" w:cs="Times New Roman"/>
          <w:sz w:val="24"/>
          <w:szCs w:val="24"/>
        </w:rPr>
        <w:t>oluline</w:t>
      </w:r>
      <w:r w:rsidR="00614254" w:rsidRPr="00614254">
        <w:rPr>
          <w:rFonts w:ascii="Times New Roman" w:hAnsi="Times New Roman" w:cs="Times New Roman"/>
          <w:sz w:val="24"/>
          <w:szCs w:val="24"/>
        </w:rPr>
        <w:t>.</w:t>
      </w:r>
      <w:r w:rsidR="004E1943">
        <w:rPr>
          <w:rFonts w:ascii="Times New Roman" w:hAnsi="Times New Roman" w:cs="Times New Roman"/>
          <w:sz w:val="24"/>
          <w:szCs w:val="24"/>
        </w:rPr>
        <w:t xml:space="preserve"> </w:t>
      </w:r>
      <w:r w:rsidR="004E1943" w:rsidRPr="004E1943">
        <w:rPr>
          <w:rFonts w:ascii="Times New Roman" w:hAnsi="Times New Roman" w:cs="Times New Roman"/>
          <w:sz w:val="24"/>
          <w:szCs w:val="24"/>
        </w:rPr>
        <w:t xml:space="preserve">Omavalitsused on eelnõu kohaselt kohustatud 24 kuu jooksul pärast määruse jõustumist võimaldama ettevõtjatel kasutada </w:t>
      </w:r>
      <w:r w:rsidR="000B0A6D">
        <w:rPr>
          <w:rFonts w:ascii="Times New Roman" w:hAnsi="Times New Roman" w:cs="Times New Roman"/>
          <w:sz w:val="24"/>
          <w:szCs w:val="24"/>
        </w:rPr>
        <w:t>EBW</w:t>
      </w:r>
      <w:r w:rsidR="004E1943" w:rsidRPr="004E1943">
        <w:rPr>
          <w:rFonts w:ascii="Times New Roman" w:hAnsi="Times New Roman" w:cs="Times New Roman"/>
          <w:sz w:val="24"/>
          <w:szCs w:val="24"/>
        </w:rPr>
        <w:t xml:space="preserve"> põhifunktsioone (identifitseerimine, autentimine, dokumentide esitamine ja teavituste vastuvõtt).</w:t>
      </w:r>
      <w:r w:rsidR="00C547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EE5353" w14:textId="77777777" w:rsidR="00B0519D" w:rsidRDefault="00B0519D" w:rsidP="004E1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00B24" w14:textId="055588A3" w:rsidR="004E1943" w:rsidRDefault="00C547B4" w:rsidP="004E1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Eesti Linnade ja Valdade Liit ei ole aga kogunud statistikat selle kohta, kui palju Eesti kohalikud omavalitsused </w:t>
      </w:r>
      <w:r w:rsidR="00B0519D">
        <w:rPr>
          <w:rFonts w:ascii="Times New Roman" w:hAnsi="Times New Roman" w:cs="Times New Roman"/>
          <w:sz w:val="24"/>
          <w:szCs w:val="24"/>
        </w:rPr>
        <w:t xml:space="preserve">puutuvad oma tegevuses kokku piiriüleste ettevõtetega, kellel Eestis puudub esindus ning </w:t>
      </w:r>
      <w:r w:rsidR="00745ECE">
        <w:rPr>
          <w:rFonts w:ascii="Times New Roman" w:hAnsi="Times New Roman" w:cs="Times New Roman"/>
          <w:sz w:val="24"/>
          <w:szCs w:val="24"/>
        </w:rPr>
        <w:t xml:space="preserve">kui palju ning </w:t>
      </w:r>
      <w:r w:rsidR="00507CF2">
        <w:rPr>
          <w:rFonts w:ascii="Times New Roman" w:hAnsi="Times New Roman" w:cs="Times New Roman"/>
          <w:sz w:val="24"/>
          <w:szCs w:val="24"/>
        </w:rPr>
        <w:t xml:space="preserve">milliste teenuste pakkumine on seetõttu </w:t>
      </w:r>
      <w:r w:rsidR="00916384">
        <w:rPr>
          <w:rFonts w:ascii="Times New Roman" w:hAnsi="Times New Roman" w:cs="Times New Roman"/>
          <w:sz w:val="24"/>
          <w:szCs w:val="24"/>
        </w:rPr>
        <w:t xml:space="preserve">olnud </w:t>
      </w:r>
      <w:r w:rsidR="00EC7D98">
        <w:rPr>
          <w:rFonts w:ascii="Times New Roman" w:hAnsi="Times New Roman" w:cs="Times New Roman"/>
          <w:sz w:val="24"/>
          <w:szCs w:val="24"/>
        </w:rPr>
        <w:t xml:space="preserve">probleemiks. </w:t>
      </w:r>
      <w:r w:rsidR="0074308E">
        <w:rPr>
          <w:rFonts w:ascii="Times New Roman" w:hAnsi="Times New Roman" w:cs="Times New Roman"/>
          <w:sz w:val="24"/>
          <w:szCs w:val="24"/>
        </w:rPr>
        <w:t xml:space="preserve">Pigem võib pakkuda, et </w:t>
      </w:r>
      <w:r w:rsidR="004324E8">
        <w:rPr>
          <w:rFonts w:ascii="Times New Roman" w:hAnsi="Times New Roman" w:cs="Times New Roman"/>
          <w:sz w:val="24"/>
          <w:szCs w:val="24"/>
        </w:rPr>
        <w:t>teenused pole jäänud osutamata, kuid kui osapooleks on olnud piiriülene ettevõte</w:t>
      </w:r>
      <w:r w:rsidR="00E801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01A7">
        <w:rPr>
          <w:rFonts w:ascii="Times New Roman" w:hAnsi="Times New Roman" w:cs="Times New Roman"/>
          <w:sz w:val="24"/>
          <w:szCs w:val="24"/>
        </w:rPr>
        <w:t>EL-st</w:t>
      </w:r>
      <w:proofErr w:type="spellEnd"/>
      <w:r w:rsidR="004324E8">
        <w:rPr>
          <w:rFonts w:ascii="Times New Roman" w:hAnsi="Times New Roman" w:cs="Times New Roman"/>
          <w:sz w:val="24"/>
          <w:szCs w:val="24"/>
        </w:rPr>
        <w:t xml:space="preserve">, siis </w:t>
      </w:r>
      <w:r w:rsidR="00E801A7">
        <w:rPr>
          <w:rFonts w:ascii="Times New Roman" w:hAnsi="Times New Roman" w:cs="Times New Roman"/>
          <w:sz w:val="24"/>
          <w:szCs w:val="24"/>
        </w:rPr>
        <w:t xml:space="preserve">on asjaajamine </w:t>
      </w:r>
      <w:r w:rsidR="0013135D">
        <w:rPr>
          <w:rFonts w:ascii="Times New Roman" w:hAnsi="Times New Roman" w:cs="Times New Roman"/>
          <w:sz w:val="24"/>
          <w:szCs w:val="24"/>
        </w:rPr>
        <w:t>käinud</w:t>
      </w:r>
      <w:r w:rsidR="00AC7838">
        <w:rPr>
          <w:rFonts w:ascii="Times New Roman" w:hAnsi="Times New Roman" w:cs="Times New Roman"/>
          <w:sz w:val="24"/>
          <w:szCs w:val="24"/>
        </w:rPr>
        <w:t xml:space="preserve"> juhul, kui ettevõtte koduriik ei paku </w:t>
      </w:r>
      <w:r w:rsidR="00EF5245">
        <w:rPr>
          <w:rFonts w:ascii="Times New Roman" w:hAnsi="Times New Roman" w:cs="Times New Roman"/>
          <w:sz w:val="24"/>
          <w:szCs w:val="24"/>
        </w:rPr>
        <w:t xml:space="preserve">ettevõtja esindajale </w:t>
      </w:r>
      <w:r w:rsidR="00AC7838">
        <w:rPr>
          <w:rFonts w:ascii="Times New Roman" w:hAnsi="Times New Roman" w:cs="Times New Roman"/>
          <w:sz w:val="24"/>
          <w:szCs w:val="24"/>
        </w:rPr>
        <w:t>tugeva</w:t>
      </w:r>
      <w:r w:rsidR="00EF5245">
        <w:rPr>
          <w:rFonts w:ascii="Times New Roman" w:hAnsi="Times New Roman" w:cs="Times New Roman"/>
          <w:sz w:val="24"/>
          <w:szCs w:val="24"/>
        </w:rPr>
        <w:t>t elektroonilist identiteeti,</w:t>
      </w:r>
      <w:r w:rsidR="0013135D">
        <w:rPr>
          <w:rFonts w:ascii="Times New Roman" w:hAnsi="Times New Roman" w:cs="Times New Roman"/>
          <w:sz w:val="24"/>
          <w:szCs w:val="24"/>
        </w:rPr>
        <w:t xml:space="preserve"> </w:t>
      </w:r>
      <w:r w:rsidR="005B78C9">
        <w:rPr>
          <w:rFonts w:ascii="Times New Roman" w:hAnsi="Times New Roman" w:cs="Times New Roman"/>
          <w:sz w:val="24"/>
          <w:szCs w:val="24"/>
        </w:rPr>
        <w:t>näiteks läbi Eesti advokaadibüroo</w:t>
      </w:r>
      <w:r w:rsidR="00BF270C">
        <w:rPr>
          <w:rFonts w:ascii="Times New Roman" w:hAnsi="Times New Roman" w:cs="Times New Roman"/>
          <w:sz w:val="24"/>
          <w:szCs w:val="24"/>
        </w:rPr>
        <w:t xml:space="preserve"> või on ettevõtja esindaja end </w:t>
      </w:r>
      <w:r w:rsidR="00B55ADE">
        <w:rPr>
          <w:rFonts w:ascii="Times New Roman" w:hAnsi="Times New Roman" w:cs="Times New Roman"/>
          <w:sz w:val="24"/>
          <w:szCs w:val="24"/>
        </w:rPr>
        <w:t xml:space="preserve">registreerinud e-residendiks. </w:t>
      </w:r>
    </w:p>
    <w:p w14:paraId="3DB3FAE4" w14:textId="77777777" w:rsidR="00837188" w:rsidRDefault="00837188" w:rsidP="004E1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40E2E" w14:textId="77777777" w:rsidR="00C847D3" w:rsidRDefault="00837188" w:rsidP="000A3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Suurim võimalik mure Eesti kohalikele omavalitsustele on seotud kuludega, mis tuleb teha EBW kasutuselevõtuks</w:t>
      </w:r>
      <w:r w:rsidR="00A755EE">
        <w:rPr>
          <w:rFonts w:ascii="Times New Roman" w:hAnsi="Times New Roman" w:cs="Times New Roman"/>
          <w:sz w:val="24"/>
          <w:szCs w:val="24"/>
        </w:rPr>
        <w:t xml:space="preserve"> (</w:t>
      </w:r>
      <w:r w:rsidR="00AF452D" w:rsidRPr="007D624A">
        <w:rPr>
          <w:rFonts w:ascii="Times New Roman" w:hAnsi="Times New Roman" w:cs="Times New Roman"/>
          <w:sz w:val="24"/>
          <w:szCs w:val="24"/>
        </w:rPr>
        <w:t xml:space="preserve">EL Komisjon on hinnanud, et EBW kasutuselevõtt maksaks avaliku sektori asutusele 65 000 EUR, hiljem on aastatasu veidi madalam, vt </w:t>
      </w:r>
      <w:hyperlink r:id="rId11" w:history="1">
        <w:r w:rsidR="00AF452D" w:rsidRPr="007D624A">
          <w:rPr>
            <w:rFonts w:ascii="Times New Roman" w:hAnsi="Times New Roman" w:cs="Times New Roman"/>
            <w:sz w:val="24"/>
            <w:szCs w:val="24"/>
          </w:rPr>
          <w:t>https://ec.europa.eu/newsroom/dae/redirection/document/121737</w:t>
        </w:r>
      </w:hyperlink>
      <w:r w:rsidR="00AF452D" w:rsidRPr="007D624A">
        <w:rPr>
          <w:rFonts w:ascii="Times New Roman" w:hAnsi="Times New Roman" w:cs="Times New Roman"/>
          <w:sz w:val="24"/>
          <w:szCs w:val="24"/>
        </w:rPr>
        <w:t>, lk 34</w:t>
      </w:r>
      <w:r w:rsidR="00A755E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00946">
        <w:rPr>
          <w:rFonts w:ascii="Times New Roman" w:hAnsi="Times New Roman" w:cs="Times New Roman"/>
          <w:sz w:val="24"/>
          <w:szCs w:val="24"/>
        </w:rPr>
        <w:t>Lahendus, et iga avaliku sektori asutus</w:t>
      </w:r>
      <w:r w:rsidR="00ED40A9">
        <w:rPr>
          <w:rFonts w:ascii="Times New Roman" w:hAnsi="Times New Roman" w:cs="Times New Roman"/>
          <w:sz w:val="24"/>
          <w:szCs w:val="24"/>
        </w:rPr>
        <w:t xml:space="preserve"> (on ka ebaselge, kas näiteks linnavalitsus ning lin</w:t>
      </w:r>
      <w:r w:rsidR="00EA4CAA">
        <w:rPr>
          <w:rFonts w:ascii="Times New Roman" w:hAnsi="Times New Roman" w:cs="Times New Roman"/>
          <w:sz w:val="24"/>
          <w:szCs w:val="24"/>
        </w:rPr>
        <w:t xml:space="preserve">navalitsuse poolt asutatud linnavarahaldus OÜ </w:t>
      </w:r>
      <w:r w:rsidR="00CA1964">
        <w:rPr>
          <w:rFonts w:ascii="Times New Roman" w:hAnsi="Times New Roman" w:cs="Times New Roman"/>
          <w:sz w:val="24"/>
          <w:szCs w:val="24"/>
        </w:rPr>
        <w:t xml:space="preserve">(mõlemad võivad korraldada hankeid) </w:t>
      </w:r>
      <w:r w:rsidR="00EA4CAA">
        <w:rPr>
          <w:rFonts w:ascii="Times New Roman" w:hAnsi="Times New Roman" w:cs="Times New Roman"/>
          <w:sz w:val="24"/>
          <w:szCs w:val="24"/>
        </w:rPr>
        <w:t>on eraldi avaliku sektori asutused</w:t>
      </w:r>
      <w:r w:rsidR="00741D8A">
        <w:rPr>
          <w:rFonts w:ascii="Times New Roman" w:hAnsi="Times New Roman" w:cs="Times New Roman"/>
          <w:sz w:val="24"/>
          <w:szCs w:val="24"/>
        </w:rPr>
        <w:t>?</w:t>
      </w:r>
      <w:r w:rsidR="00EA4CAA">
        <w:rPr>
          <w:rFonts w:ascii="Times New Roman" w:hAnsi="Times New Roman" w:cs="Times New Roman"/>
          <w:sz w:val="24"/>
          <w:szCs w:val="24"/>
        </w:rPr>
        <w:t>)</w:t>
      </w:r>
      <w:r w:rsidR="00CA1964">
        <w:rPr>
          <w:rFonts w:ascii="Times New Roman" w:hAnsi="Times New Roman" w:cs="Times New Roman"/>
          <w:sz w:val="24"/>
          <w:szCs w:val="24"/>
        </w:rPr>
        <w:t xml:space="preserve"> peab kasutusele võtma oma EBW</w:t>
      </w:r>
      <w:r w:rsidR="009D29D7">
        <w:rPr>
          <w:rFonts w:ascii="Times New Roman" w:hAnsi="Times New Roman" w:cs="Times New Roman"/>
          <w:sz w:val="24"/>
          <w:szCs w:val="24"/>
        </w:rPr>
        <w:t xml:space="preserve">, on lihtsalt liiga kallis ning on arusaamatu, kes katab kasutusele võtmisega seotud kulud. </w:t>
      </w:r>
      <w:r w:rsidR="00741D8A">
        <w:rPr>
          <w:rFonts w:ascii="Times New Roman" w:hAnsi="Times New Roman" w:cs="Times New Roman"/>
          <w:sz w:val="24"/>
          <w:szCs w:val="24"/>
        </w:rPr>
        <w:t>Mõistlik oleks EBW-</w:t>
      </w:r>
      <w:proofErr w:type="spellStart"/>
      <w:r w:rsidR="00741D8A">
        <w:rPr>
          <w:rFonts w:ascii="Times New Roman" w:hAnsi="Times New Roman" w:cs="Times New Roman"/>
          <w:sz w:val="24"/>
          <w:szCs w:val="24"/>
        </w:rPr>
        <w:t>sse</w:t>
      </w:r>
      <w:proofErr w:type="spellEnd"/>
      <w:r w:rsidR="00741D8A">
        <w:rPr>
          <w:rFonts w:ascii="Times New Roman" w:hAnsi="Times New Roman" w:cs="Times New Roman"/>
          <w:sz w:val="24"/>
          <w:szCs w:val="24"/>
        </w:rPr>
        <w:t xml:space="preserve"> ehitada </w:t>
      </w:r>
      <w:r w:rsidR="008D7A58">
        <w:rPr>
          <w:rFonts w:ascii="Times New Roman" w:hAnsi="Times New Roman" w:cs="Times New Roman"/>
          <w:sz w:val="24"/>
          <w:szCs w:val="24"/>
        </w:rPr>
        <w:t xml:space="preserve">pääsuõiguste haldus, </w:t>
      </w:r>
      <w:r w:rsidR="008D7A58">
        <w:rPr>
          <w:rFonts w:ascii="Times New Roman" w:hAnsi="Times New Roman" w:cs="Times New Roman"/>
          <w:sz w:val="24"/>
          <w:szCs w:val="24"/>
        </w:rPr>
        <w:lastRenderedPageBreak/>
        <w:t xml:space="preserve">mis võimaldaks </w:t>
      </w:r>
      <w:r w:rsidR="005476D0">
        <w:rPr>
          <w:rFonts w:ascii="Times New Roman" w:hAnsi="Times New Roman" w:cs="Times New Roman"/>
          <w:sz w:val="24"/>
          <w:szCs w:val="24"/>
        </w:rPr>
        <w:t xml:space="preserve">ühte </w:t>
      </w:r>
      <w:r w:rsidR="008D7A58">
        <w:rPr>
          <w:rFonts w:ascii="Times New Roman" w:hAnsi="Times New Roman" w:cs="Times New Roman"/>
          <w:sz w:val="24"/>
          <w:szCs w:val="24"/>
        </w:rPr>
        <w:t>EBW</w:t>
      </w:r>
      <w:r w:rsidR="005476D0">
        <w:rPr>
          <w:rFonts w:ascii="Times New Roman" w:hAnsi="Times New Roman" w:cs="Times New Roman"/>
          <w:sz w:val="24"/>
          <w:szCs w:val="24"/>
        </w:rPr>
        <w:t>-d</w:t>
      </w:r>
      <w:r w:rsidR="008D7A58">
        <w:rPr>
          <w:rFonts w:ascii="Times New Roman" w:hAnsi="Times New Roman" w:cs="Times New Roman"/>
          <w:sz w:val="24"/>
          <w:szCs w:val="24"/>
        </w:rPr>
        <w:t xml:space="preserve"> mitmel kasutajal ühiselt kasutada</w:t>
      </w:r>
      <w:r w:rsidR="000A3370">
        <w:rPr>
          <w:rFonts w:ascii="Times New Roman" w:hAnsi="Times New Roman" w:cs="Times New Roman"/>
          <w:sz w:val="24"/>
          <w:szCs w:val="24"/>
        </w:rPr>
        <w:t xml:space="preserve"> ehk omavalitsuste jaoks tekitada </w:t>
      </w:r>
      <w:r w:rsidR="00E83D5E">
        <w:rPr>
          <w:rFonts w:ascii="Times New Roman" w:hAnsi="Times New Roman" w:cs="Times New Roman"/>
          <w:sz w:val="24"/>
          <w:szCs w:val="24"/>
        </w:rPr>
        <w:t>k</w:t>
      </w:r>
      <w:r w:rsidR="000A3370" w:rsidRPr="000A3370">
        <w:rPr>
          <w:rFonts w:ascii="Times New Roman" w:hAnsi="Times New Roman" w:cs="Times New Roman"/>
          <w:sz w:val="24"/>
          <w:szCs w:val="24"/>
        </w:rPr>
        <w:t xml:space="preserve">eskset teenus (nt riiklik </w:t>
      </w:r>
      <w:proofErr w:type="spellStart"/>
      <w:r w:rsidR="000A3370" w:rsidRPr="00D56219">
        <w:rPr>
          <w:rFonts w:ascii="Times New Roman" w:hAnsi="Times New Roman" w:cs="Times New Roman"/>
          <w:i/>
          <w:iCs/>
          <w:sz w:val="24"/>
          <w:szCs w:val="24"/>
        </w:rPr>
        <w:t>gateway</w:t>
      </w:r>
      <w:proofErr w:type="spellEnd"/>
      <w:r w:rsidR="000A3370" w:rsidRPr="000A3370">
        <w:rPr>
          <w:rFonts w:ascii="Times New Roman" w:hAnsi="Times New Roman" w:cs="Times New Roman"/>
          <w:sz w:val="24"/>
          <w:szCs w:val="24"/>
        </w:rPr>
        <w:t xml:space="preserve">), et vältida iga </w:t>
      </w:r>
      <w:proofErr w:type="spellStart"/>
      <w:r w:rsidR="000A3370" w:rsidRPr="000A3370">
        <w:rPr>
          <w:rFonts w:ascii="Times New Roman" w:hAnsi="Times New Roman" w:cs="Times New Roman"/>
          <w:sz w:val="24"/>
          <w:szCs w:val="24"/>
        </w:rPr>
        <w:t>KOV-i</w:t>
      </w:r>
      <w:proofErr w:type="spellEnd"/>
      <w:r w:rsidR="000A3370" w:rsidRPr="000A3370">
        <w:rPr>
          <w:rFonts w:ascii="Times New Roman" w:hAnsi="Times New Roman" w:cs="Times New Roman"/>
          <w:sz w:val="24"/>
          <w:szCs w:val="24"/>
        </w:rPr>
        <w:t xml:space="preserve"> </w:t>
      </w:r>
      <w:r w:rsidR="00D56219">
        <w:rPr>
          <w:rFonts w:ascii="Times New Roman" w:hAnsi="Times New Roman" w:cs="Times New Roman"/>
          <w:sz w:val="24"/>
          <w:szCs w:val="24"/>
        </w:rPr>
        <w:t xml:space="preserve">märkimisväärset kulu. </w:t>
      </w:r>
    </w:p>
    <w:p w14:paraId="7DE34999" w14:textId="77777777" w:rsidR="00DB2D37" w:rsidRDefault="00443AA9" w:rsidP="00254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Seda kõike eeldusel, et EBW kasutuselevõtt EL digikukru </w:t>
      </w:r>
      <w:r w:rsidR="001E7912">
        <w:rPr>
          <w:rFonts w:ascii="Times New Roman" w:hAnsi="Times New Roman" w:cs="Times New Roman"/>
          <w:sz w:val="24"/>
          <w:szCs w:val="24"/>
        </w:rPr>
        <w:t xml:space="preserve">kõrval on üldse vajalik ning sisulist väärtust loov, sest nagu EL Komisjon on dokumendis välja toonud, </w:t>
      </w:r>
      <w:r w:rsidR="00362052">
        <w:rPr>
          <w:rFonts w:ascii="Times New Roman" w:hAnsi="Times New Roman" w:cs="Times New Roman"/>
          <w:sz w:val="24"/>
          <w:szCs w:val="24"/>
        </w:rPr>
        <w:t xml:space="preserve">sobib </w:t>
      </w:r>
      <w:r w:rsidR="000A1500">
        <w:rPr>
          <w:rFonts w:ascii="Times New Roman" w:hAnsi="Times New Roman" w:cs="Times New Roman"/>
          <w:sz w:val="24"/>
          <w:szCs w:val="24"/>
        </w:rPr>
        <w:t xml:space="preserve">n. </w:t>
      </w:r>
      <w:r w:rsidR="00AE6A15">
        <w:rPr>
          <w:rFonts w:ascii="Times New Roman" w:hAnsi="Times New Roman" w:cs="Times New Roman"/>
          <w:sz w:val="24"/>
          <w:szCs w:val="24"/>
        </w:rPr>
        <w:t>füüsilisest isikust ettevõtja</w:t>
      </w:r>
      <w:r w:rsidR="00362052">
        <w:rPr>
          <w:rFonts w:ascii="Times New Roman" w:hAnsi="Times New Roman" w:cs="Times New Roman"/>
          <w:sz w:val="24"/>
          <w:szCs w:val="24"/>
        </w:rPr>
        <w:t xml:space="preserve"> jaoks ka </w:t>
      </w:r>
      <w:proofErr w:type="spellStart"/>
      <w:r w:rsidR="00B17B7B" w:rsidRPr="00B17B7B">
        <w:rPr>
          <w:rFonts w:ascii="Times New Roman" w:hAnsi="Times New Roman" w:cs="Times New Roman"/>
          <w:i/>
          <w:iCs/>
          <w:sz w:val="24"/>
          <w:szCs w:val="24"/>
        </w:rPr>
        <w:t>European</w:t>
      </w:r>
      <w:proofErr w:type="spellEnd"/>
      <w:r w:rsidR="00B17B7B" w:rsidRPr="00B17B7B">
        <w:rPr>
          <w:rFonts w:ascii="Times New Roman" w:hAnsi="Times New Roman" w:cs="Times New Roman"/>
          <w:i/>
          <w:iCs/>
          <w:sz w:val="24"/>
          <w:szCs w:val="24"/>
        </w:rPr>
        <w:t xml:space="preserve"> Digital </w:t>
      </w:r>
      <w:proofErr w:type="spellStart"/>
      <w:r w:rsidR="00B17B7B" w:rsidRPr="00B17B7B">
        <w:rPr>
          <w:rFonts w:ascii="Times New Roman" w:hAnsi="Times New Roman" w:cs="Times New Roman"/>
          <w:i/>
          <w:iCs/>
          <w:sz w:val="24"/>
          <w:szCs w:val="24"/>
        </w:rPr>
        <w:t>Identity</w:t>
      </w:r>
      <w:proofErr w:type="spellEnd"/>
      <w:r w:rsidR="00B17B7B" w:rsidRPr="00B17B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17B7B" w:rsidRPr="00B17B7B">
        <w:rPr>
          <w:rFonts w:ascii="Times New Roman" w:hAnsi="Times New Roman" w:cs="Times New Roman"/>
          <w:i/>
          <w:iCs/>
          <w:sz w:val="24"/>
          <w:szCs w:val="24"/>
        </w:rPr>
        <w:t>Wallet</w:t>
      </w:r>
      <w:proofErr w:type="spellEnd"/>
      <w:r w:rsidR="00C3548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35482" w:rsidRPr="00655447">
        <w:rPr>
          <w:rFonts w:ascii="Times New Roman" w:hAnsi="Times New Roman" w:cs="Times New Roman"/>
          <w:sz w:val="24"/>
          <w:szCs w:val="24"/>
        </w:rPr>
        <w:t>(</w:t>
      </w:r>
      <w:r w:rsidR="00655447" w:rsidRPr="00655447">
        <w:rPr>
          <w:rFonts w:ascii="Times New Roman" w:hAnsi="Times New Roman" w:cs="Times New Roman"/>
          <w:sz w:val="24"/>
          <w:szCs w:val="24"/>
        </w:rPr>
        <w:t xml:space="preserve">SWD(2025) 837 </w:t>
      </w:r>
      <w:proofErr w:type="spellStart"/>
      <w:r w:rsidR="00655447" w:rsidRPr="00655447">
        <w:rPr>
          <w:rFonts w:ascii="Times New Roman" w:hAnsi="Times New Roman" w:cs="Times New Roman"/>
          <w:sz w:val="24"/>
          <w:szCs w:val="24"/>
        </w:rPr>
        <w:t>final</w:t>
      </w:r>
      <w:proofErr w:type="spellEnd"/>
      <w:r w:rsidR="00655447" w:rsidRPr="00655447">
        <w:rPr>
          <w:rFonts w:ascii="Times New Roman" w:hAnsi="Times New Roman" w:cs="Times New Roman"/>
          <w:sz w:val="24"/>
          <w:szCs w:val="24"/>
        </w:rPr>
        <w:t>, lk 6)</w:t>
      </w:r>
      <w:r w:rsidR="00DB2D37">
        <w:rPr>
          <w:rFonts w:ascii="Times New Roman" w:hAnsi="Times New Roman" w:cs="Times New Roman"/>
          <w:sz w:val="24"/>
          <w:szCs w:val="24"/>
        </w:rPr>
        <w:t>.</w:t>
      </w:r>
      <w:r w:rsidR="00AC52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D174D3" w14:textId="6E434106" w:rsidR="0025486A" w:rsidRPr="0025486A" w:rsidRDefault="002A7A46" w:rsidP="00254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Komisjon peaks veel kord kaaluma</w:t>
      </w:r>
      <w:r w:rsidR="001665B5">
        <w:rPr>
          <w:rFonts w:ascii="Times New Roman" w:hAnsi="Times New Roman" w:cs="Times New Roman"/>
          <w:sz w:val="24"/>
          <w:szCs w:val="24"/>
        </w:rPr>
        <w:t xml:space="preserve">, kas </w:t>
      </w:r>
      <w:r w:rsidR="001E4D14" w:rsidRPr="001E4D14">
        <w:rPr>
          <w:rFonts w:ascii="Times New Roman" w:hAnsi="Times New Roman" w:cs="Times New Roman"/>
          <w:i/>
          <w:iCs/>
          <w:sz w:val="24"/>
          <w:szCs w:val="24"/>
        </w:rPr>
        <w:t xml:space="preserve">EU Digital </w:t>
      </w:r>
      <w:proofErr w:type="spellStart"/>
      <w:r w:rsidR="001E4D14" w:rsidRPr="001E4D14">
        <w:rPr>
          <w:rFonts w:ascii="Times New Roman" w:hAnsi="Times New Roman" w:cs="Times New Roman"/>
          <w:i/>
          <w:iCs/>
          <w:sz w:val="24"/>
          <w:szCs w:val="24"/>
        </w:rPr>
        <w:t>Identity</w:t>
      </w:r>
      <w:proofErr w:type="spellEnd"/>
      <w:r w:rsidR="001E4D14" w:rsidRPr="001E4D1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E4D14" w:rsidRPr="001E4D14">
        <w:rPr>
          <w:rFonts w:ascii="Times New Roman" w:hAnsi="Times New Roman" w:cs="Times New Roman"/>
          <w:i/>
          <w:iCs/>
          <w:sz w:val="24"/>
          <w:szCs w:val="24"/>
        </w:rPr>
        <w:t>Wallet</w:t>
      </w:r>
      <w:proofErr w:type="spellEnd"/>
      <w:r w:rsidR="001E4D14" w:rsidRPr="001E4D14">
        <w:rPr>
          <w:rFonts w:ascii="Times New Roman" w:hAnsi="Times New Roman" w:cs="Times New Roman"/>
          <w:sz w:val="24"/>
          <w:szCs w:val="24"/>
        </w:rPr>
        <w:t> </w:t>
      </w:r>
      <w:r w:rsidR="00DB2D37">
        <w:rPr>
          <w:rFonts w:ascii="Times New Roman" w:hAnsi="Times New Roman" w:cs="Times New Roman"/>
          <w:sz w:val="24"/>
          <w:szCs w:val="24"/>
        </w:rPr>
        <w:t xml:space="preserve">saaks </w:t>
      </w:r>
      <w:r w:rsidR="006F27F7">
        <w:rPr>
          <w:rFonts w:ascii="Times New Roman" w:hAnsi="Times New Roman" w:cs="Times New Roman"/>
          <w:sz w:val="24"/>
          <w:szCs w:val="24"/>
        </w:rPr>
        <w:t>sisaldada</w:t>
      </w:r>
      <w:r w:rsidR="001E4D14">
        <w:rPr>
          <w:rFonts w:ascii="Times New Roman" w:hAnsi="Times New Roman" w:cs="Times New Roman"/>
          <w:sz w:val="24"/>
          <w:szCs w:val="24"/>
        </w:rPr>
        <w:t xml:space="preserve"> ka </w:t>
      </w:r>
      <w:r w:rsidR="006F27F7">
        <w:rPr>
          <w:rFonts w:ascii="Times New Roman" w:hAnsi="Times New Roman" w:cs="Times New Roman"/>
          <w:sz w:val="24"/>
          <w:szCs w:val="24"/>
        </w:rPr>
        <w:t>funktsionaalsust</w:t>
      </w:r>
      <w:r w:rsidR="001E4D14">
        <w:rPr>
          <w:rFonts w:ascii="Times New Roman" w:hAnsi="Times New Roman" w:cs="Times New Roman"/>
          <w:sz w:val="24"/>
          <w:szCs w:val="24"/>
        </w:rPr>
        <w:t xml:space="preserve">, mis on vajalikud </w:t>
      </w:r>
      <w:r w:rsidR="0025486A" w:rsidRPr="0025486A">
        <w:rPr>
          <w:rFonts w:ascii="Times New Roman" w:hAnsi="Times New Roman" w:cs="Times New Roman"/>
          <w:b/>
          <w:bCs/>
          <w:sz w:val="24"/>
          <w:szCs w:val="24"/>
        </w:rPr>
        <w:t>juriidilistele isikutele ja organisatsioonidele</w:t>
      </w:r>
      <w:r w:rsidR="0025486A" w:rsidRPr="0025486A">
        <w:rPr>
          <w:rFonts w:ascii="Times New Roman" w:hAnsi="Times New Roman" w:cs="Times New Roman"/>
          <w:sz w:val="24"/>
          <w:szCs w:val="24"/>
        </w:rPr>
        <w:t xml:space="preserve">, kellel </w:t>
      </w:r>
      <w:proofErr w:type="spellStart"/>
      <w:r w:rsidR="00E40D79">
        <w:rPr>
          <w:rFonts w:ascii="Times New Roman" w:hAnsi="Times New Roman" w:cs="Times New Roman"/>
          <w:sz w:val="24"/>
          <w:szCs w:val="24"/>
        </w:rPr>
        <w:t>tõepoolest</w:t>
      </w:r>
      <w:proofErr w:type="spellEnd"/>
      <w:r w:rsidR="00E40D79">
        <w:rPr>
          <w:rFonts w:ascii="Times New Roman" w:hAnsi="Times New Roman" w:cs="Times New Roman"/>
          <w:sz w:val="24"/>
          <w:szCs w:val="24"/>
        </w:rPr>
        <w:t xml:space="preserve"> </w:t>
      </w:r>
      <w:r w:rsidR="0025486A" w:rsidRPr="0025486A">
        <w:rPr>
          <w:rFonts w:ascii="Times New Roman" w:hAnsi="Times New Roman" w:cs="Times New Roman"/>
          <w:sz w:val="24"/>
          <w:szCs w:val="24"/>
        </w:rPr>
        <w:t>on spetsiifilised vajadused</w:t>
      </w:r>
      <w:r w:rsidR="00655C97">
        <w:rPr>
          <w:rFonts w:ascii="Times New Roman" w:hAnsi="Times New Roman" w:cs="Times New Roman"/>
          <w:sz w:val="24"/>
          <w:szCs w:val="24"/>
        </w:rPr>
        <w:t xml:space="preserve"> (</w:t>
      </w:r>
      <w:r w:rsidR="00655C97" w:rsidRPr="00655C97">
        <w:rPr>
          <w:rFonts w:ascii="Times New Roman" w:hAnsi="Times New Roman" w:cs="Times New Roman"/>
          <w:sz w:val="24"/>
          <w:szCs w:val="24"/>
        </w:rPr>
        <w:t>milleks soovitakse luua EBW</w:t>
      </w:r>
      <w:r w:rsidR="00655C97">
        <w:rPr>
          <w:rFonts w:ascii="Times New Roman" w:hAnsi="Times New Roman" w:cs="Times New Roman"/>
          <w:sz w:val="24"/>
          <w:szCs w:val="24"/>
        </w:rPr>
        <w:t>)</w:t>
      </w:r>
      <w:r w:rsidR="00554C5D">
        <w:rPr>
          <w:rFonts w:ascii="Times New Roman" w:hAnsi="Times New Roman" w:cs="Times New Roman"/>
          <w:sz w:val="24"/>
          <w:szCs w:val="24"/>
        </w:rPr>
        <w:t xml:space="preserve"> nagu</w:t>
      </w:r>
      <w:r w:rsidR="0025486A" w:rsidRPr="0025486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07B9CF0" w14:textId="77777777" w:rsidR="0025486A" w:rsidRPr="0025486A" w:rsidRDefault="0025486A" w:rsidP="0025486A">
      <w:pPr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25486A">
        <w:rPr>
          <w:rFonts w:ascii="Times New Roman" w:hAnsi="Times New Roman" w:cs="Times New Roman"/>
          <w:sz w:val="24"/>
          <w:szCs w:val="24"/>
        </w:rPr>
        <w:t>volituste ja rollipõhiste õiguste haldus (nt ettevõtte esindajad, prokuristid);</w:t>
      </w:r>
    </w:p>
    <w:p w14:paraId="01409EAC" w14:textId="77777777" w:rsidR="0025486A" w:rsidRPr="0025486A" w:rsidRDefault="0025486A" w:rsidP="0025486A">
      <w:pPr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25486A">
        <w:rPr>
          <w:rFonts w:ascii="Times New Roman" w:hAnsi="Times New Roman" w:cs="Times New Roman"/>
          <w:sz w:val="24"/>
          <w:szCs w:val="24"/>
        </w:rPr>
        <w:t>ettevõtte identiteedi ja äriregistri andmete sidumine;</w:t>
      </w:r>
    </w:p>
    <w:p w14:paraId="2713ED26" w14:textId="77777777" w:rsidR="0025486A" w:rsidRPr="0025486A" w:rsidRDefault="0025486A" w:rsidP="0025486A">
      <w:pPr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25486A">
        <w:rPr>
          <w:rFonts w:ascii="Times New Roman" w:hAnsi="Times New Roman" w:cs="Times New Roman"/>
          <w:sz w:val="24"/>
          <w:szCs w:val="24"/>
        </w:rPr>
        <w:t>kvalifitseeritud elektroonilised pitsatid ja äridokumendid;</w:t>
      </w:r>
    </w:p>
    <w:p w14:paraId="3AEF8967" w14:textId="343C30DF" w:rsidR="00614254" w:rsidRPr="00716792" w:rsidRDefault="0025486A" w:rsidP="00716792">
      <w:pPr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25486A">
        <w:rPr>
          <w:rFonts w:ascii="Times New Roman" w:hAnsi="Times New Roman" w:cs="Times New Roman"/>
          <w:sz w:val="24"/>
          <w:szCs w:val="24"/>
        </w:rPr>
        <w:t>turvaline kanal ametlike teadete ja aruandluse jaoks (QERDS)</w:t>
      </w:r>
      <w:r w:rsidR="0034746A">
        <w:rPr>
          <w:rFonts w:ascii="Times New Roman" w:hAnsi="Times New Roman" w:cs="Times New Roman"/>
          <w:sz w:val="24"/>
          <w:szCs w:val="24"/>
        </w:rPr>
        <w:t>.</w:t>
      </w:r>
    </w:p>
    <w:p w14:paraId="77F3BC47" w14:textId="440AB8BE" w:rsidR="002359ED" w:rsidRPr="002359ED" w:rsidRDefault="002359ED" w:rsidP="002359E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359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Palun tooge välja muud teemad, mis on nimetatud akti puhul Teile murekohaks. </w:t>
      </w:r>
    </w:p>
    <w:p w14:paraId="62496DED" w14:textId="77777777" w:rsidR="002359ED" w:rsidRDefault="002359ED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345FC" w14:textId="69768914" w:rsidR="00837188" w:rsidRPr="00837188" w:rsidRDefault="00837188" w:rsidP="00837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188">
        <w:rPr>
          <w:rFonts w:ascii="Times New Roman" w:hAnsi="Times New Roman" w:cs="Times New Roman"/>
          <w:sz w:val="24"/>
          <w:szCs w:val="24"/>
        </w:rPr>
        <w:t xml:space="preserve">Vajalik on </w:t>
      </w:r>
      <w:r w:rsidR="003C2707">
        <w:rPr>
          <w:rFonts w:ascii="Times New Roman" w:hAnsi="Times New Roman" w:cs="Times New Roman"/>
          <w:sz w:val="24"/>
          <w:szCs w:val="24"/>
        </w:rPr>
        <w:t xml:space="preserve">ilmselt </w:t>
      </w:r>
      <w:r w:rsidR="000D7EDE">
        <w:rPr>
          <w:rFonts w:ascii="Times New Roman" w:hAnsi="Times New Roman" w:cs="Times New Roman"/>
          <w:sz w:val="24"/>
          <w:szCs w:val="24"/>
        </w:rPr>
        <w:t xml:space="preserve">kohalikes omavalitsustes </w:t>
      </w:r>
      <w:r w:rsidRPr="00837188">
        <w:rPr>
          <w:rFonts w:ascii="Times New Roman" w:hAnsi="Times New Roman" w:cs="Times New Roman"/>
          <w:sz w:val="24"/>
          <w:szCs w:val="24"/>
        </w:rPr>
        <w:t>muuta menetlus</w:t>
      </w:r>
      <w:r w:rsidR="00E2093F">
        <w:rPr>
          <w:rFonts w:ascii="Times New Roman" w:hAnsi="Times New Roman" w:cs="Times New Roman"/>
          <w:sz w:val="24"/>
          <w:szCs w:val="24"/>
        </w:rPr>
        <w:t>-</w:t>
      </w:r>
      <w:r w:rsidRPr="00837188">
        <w:rPr>
          <w:rFonts w:ascii="Times New Roman" w:hAnsi="Times New Roman" w:cs="Times New Roman"/>
          <w:sz w:val="24"/>
          <w:szCs w:val="24"/>
        </w:rPr>
        <w:t xml:space="preserve"> ja dokumentide käsitlemise reegleid</w:t>
      </w:r>
      <w:r w:rsidR="00B31F43">
        <w:rPr>
          <w:rFonts w:ascii="Times New Roman" w:hAnsi="Times New Roman" w:cs="Times New Roman"/>
          <w:sz w:val="24"/>
          <w:szCs w:val="24"/>
        </w:rPr>
        <w:t xml:space="preserve"> ja protseduure</w:t>
      </w:r>
      <w:r w:rsidRPr="00837188">
        <w:rPr>
          <w:rFonts w:ascii="Times New Roman" w:hAnsi="Times New Roman" w:cs="Times New Roman"/>
          <w:sz w:val="24"/>
          <w:szCs w:val="24"/>
        </w:rPr>
        <w:t xml:space="preserve">, et </w:t>
      </w:r>
      <w:r w:rsidR="003C2707">
        <w:rPr>
          <w:rFonts w:ascii="Times New Roman" w:hAnsi="Times New Roman" w:cs="Times New Roman"/>
          <w:sz w:val="24"/>
          <w:szCs w:val="24"/>
        </w:rPr>
        <w:t xml:space="preserve">EBW kaudu </w:t>
      </w:r>
      <w:r w:rsidR="008F3A35">
        <w:rPr>
          <w:rFonts w:ascii="Times New Roman" w:hAnsi="Times New Roman" w:cs="Times New Roman"/>
          <w:sz w:val="24"/>
          <w:szCs w:val="24"/>
        </w:rPr>
        <w:t xml:space="preserve">saabuvad </w:t>
      </w:r>
      <w:r w:rsidRPr="00837188">
        <w:rPr>
          <w:rFonts w:ascii="Times New Roman" w:hAnsi="Times New Roman" w:cs="Times New Roman"/>
          <w:sz w:val="24"/>
          <w:szCs w:val="24"/>
        </w:rPr>
        <w:t>digitaalsed teavitused ja allkirjad oleksid õiguslikult samaväärsed paberdokumentidega.</w:t>
      </w:r>
      <w:r w:rsidR="005A5F90">
        <w:rPr>
          <w:rFonts w:ascii="Times New Roman" w:hAnsi="Times New Roman" w:cs="Times New Roman"/>
          <w:sz w:val="24"/>
          <w:szCs w:val="24"/>
        </w:rPr>
        <w:t xml:space="preserve"> See on ilmselt 24 kuuga tehtav ning </w:t>
      </w:r>
      <w:r w:rsidR="002E344C">
        <w:rPr>
          <w:rFonts w:ascii="Times New Roman" w:hAnsi="Times New Roman" w:cs="Times New Roman"/>
          <w:sz w:val="24"/>
          <w:szCs w:val="24"/>
        </w:rPr>
        <w:t>hea oleks siin riiklik juhend</w:t>
      </w:r>
      <w:r w:rsidR="00DE721B">
        <w:rPr>
          <w:rFonts w:ascii="Times New Roman" w:hAnsi="Times New Roman" w:cs="Times New Roman"/>
          <w:sz w:val="24"/>
          <w:szCs w:val="24"/>
        </w:rPr>
        <w:t xml:space="preserve">materjal. </w:t>
      </w:r>
      <w:r w:rsidR="00BB6341">
        <w:rPr>
          <w:rFonts w:ascii="Times New Roman" w:hAnsi="Times New Roman" w:cs="Times New Roman"/>
          <w:sz w:val="24"/>
          <w:szCs w:val="24"/>
        </w:rPr>
        <w:t>Küll on aga täna arusaamatu, kas näiteks juhul, kui hange korraldatakse riigihangete registris</w:t>
      </w:r>
      <w:r w:rsidR="00AF191F">
        <w:rPr>
          <w:rFonts w:ascii="Times New Roman" w:hAnsi="Times New Roman" w:cs="Times New Roman"/>
          <w:sz w:val="24"/>
          <w:szCs w:val="24"/>
        </w:rPr>
        <w:t xml:space="preserve"> (RHR)</w:t>
      </w:r>
      <w:r w:rsidR="00BB6341">
        <w:rPr>
          <w:rFonts w:ascii="Times New Roman" w:hAnsi="Times New Roman" w:cs="Times New Roman"/>
          <w:sz w:val="24"/>
          <w:szCs w:val="24"/>
        </w:rPr>
        <w:t xml:space="preserve">, tuleb EBW kaudu saabunud dokumentatsioon kanda (käsitsi) samuti </w:t>
      </w:r>
      <w:r w:rsidR="00AF191F">
        <w:rPr>
          <w:rFonts w:ascii="Times New Roman" w:hAnsi="Times New Roman" w:cs="Times New Roman"/>
          <w:sz w:val="24"/>
          <w:szCs w:val="24"/>
        </w:rPr>
        <w:t>RHR-i ning kuidas tagada sel juhul dokumentatsiooni terviklus</w:t>
      </w:r>
      <w:r w:rsidR="00F22E99">
        <w:rPr>
          <w:rFonts w:ascii="Times New Roman" w:hAnsi="Times New Roman" w:cs="Times New Roman"/>
          <w:sz w:val="24"/>
          <w:szCs w:val="24"/>
        </w:rPr>
        <w:t>?</w:t>
      </w:r>
    </w:p>
    <w:p w14:paraId="3D1473AB" w14:textId="77777777" w:rsidR="00837188" w:rsidRDefault="00837188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69C74F" w14:textId="61C1F7FF" w:rsidR="00387A9A" w:rsidRPr="00387A9A" w:rsidRDefault="00BC68BF" w:rsidP="00387A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 saa ka aru, kas ja k</w:t>
      </w:r>
      <w:r w:rsidR="00387A9A" w:rsidRPr="00387A9A">
        <w:rPr>
          <w:rFonts w:ascii="Times New Roman" w:hAnsi="Times New Roman" w:cs="Times New Roman"/>
          <w:sz w:val="24"/>
          <w:szCs w:val="24"/>
        </w:rPr>
        <w:t xml:space="preserve">uidas toimub </w:t>
      </w:r>
      <w:r>
        <w:rPr>
          <w:rFonts w:ascii="Times New Roman" w:hAnsi="Times New Roman" w:cs="Times New Roman"/>
          <w:sz w:val="24"/>
          <w:szCs w:val="24"/>
        </w:rPr>
        <w:t xml:space="preserve">võimalik </w:t>
      </w:r>
      <w:proofErr w:type="spellStart"/>
      <w:r w:rsidR="00387A9A" w:rsidRPr="00387A9A">
        <w:rPr>
          <w:rFonts w:ascii="Times New Roman" w:hAnsi="Times New Roman" w:cs="Times New Roman"/>
          <w:sz w:val="24"/>
          <w:szCs w:val="24"/>
        </w:rPr>
        <w:t>liidestamine</w:t>
      </w:r>
      <w:proofErr w:type="spellEnd"/>
      <w:r w:rsidR="00387A9A" w:rsidRPr="00387A9A">
        <w:rPr>
          <w:rFonts w:ascii="Times New Roman" w:hAnsi="Times New Roman" w:cs="Times New Roman"/>
          <w:sz w:val="24"/>
          <w:szCs w:val="24"/>
        </w:rPr>
        <w:t xml:space="preserve"> X-teega ja </w:t>
      </w:r>
      <w:r w:rsidR="00087C2C">
        <w:rPr>
          <w:rFonts w:ascii="Times New Roman" w:hAnsi="Times New Roman" w:cs="Times New Roman"/>
          <w:sz w:val="24"/>
          <w:szCs w:val="24"/>
        </w:rPr>
        <w:t>kohalikes omavalitsu</w:t>
      </w:r>
      <w:r w:rsidR="0059471C">
        <w:rPr>
          <w:rFonts w:ascii="Times New Roman" w:hAnsi="Times New Roman" w:cs="Times New Roman"/>
          <w:sz w:val="24"/>
          <w:szCs w:val="24"/>
        </w:rPr>
        <w:t>s</w:t>
      </w:r>
      <w:r w:rsidR="00087C2C">
        <w:rPr>
          <w:rFonts w:ascii="Times New Roman" w:hAnsi="Times New Roman" w:cs="Times New Roman"/>
          <w:sz w:val="24"/>
          <w:szCs w:val="24"/>
        </w:rPr>
        <w:t>tes kasutusel olevate</w:t>
      </w:r>
      <w:r w:rsidR="00387A9A" w:rsidRPr="00387A9A">
        <w:rPr>
          <w:rFonts w:ascii="Times New Roman" w:hAnsi="Times New Roman" w:cs="Times New Roman"/>
          <w:sz w:val="24"/>
          <w:szCs w:val="24"/>
        </w:rPr>
        <w:t xml:space="preserve"> menetlussüsteemidega? Kas on ette nähtud EL-i tehnilised juhendid või rahastus </w:t>
      </w:r>
      <w:r w:rsidR="00C33995">
        <w:rPr>
          <w:rFonts w:ascii="Times New Roman" w:hAnsi="Times New Roman" w:cs="Times New Roman"/>
          <w:sz w:val="24"/>
          <w:szCs w:val="24"/>
        </w:rPr>
        <w:t xml:space="preserve">vastavaks </w:t>
      </w:r>
      <w:r w:rsidR="00387A9A" w:rsidRPr="00387A9A">
        <w:rPr>
          <w:rFonts w:ascii="Times New Roman" w:hAnsi="Times New Roman" w:cs="Times New Roman"/>
          <w:sz w:val="24"/>
          <w:szCs w:val="24"/>
        </w:rPr>
        <w:t>integratsiooniks?</w:t>
      </w:r>
    </w:p>
    <w:p w14:paraId="24AA000B" w14:textId="77777777" w:rsidR="00B714CA" w:rsidRDefault="00B714CA" w:rsidP="00B71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F0E0C" w14:textId="77777777" w:rsidR="000F0226" w:rsidRDefault="000F0226" w:rsidP="00B71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45B55" w14:textId="77777777" w:rsidR="004D56DC" w:rsidRDefault="004D56DC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49C76" w14:textId="06DFA4AE" w:rsidR="007907B6" w:rsidRPr="00BB6975" w:rsidRDefault="007907B6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975">
        <w:rPr>
          <w:rFonts w:ascii="Times New Roman" w:hAnsi="Times New Roman" w:cs="Times New Roman"/>
          <w:sz w:val="24"/>
          <w:szCs w:val="24"/>
        </w:rPr>
        <w:t>Lugupidamisega</w:t>
      </w:r>
    </w:p>
    <w:p w14:paraId="505F3DC3" w14:textId="77777777" w:rsidR="00324CB2" w:rsidRPr="00BB6975" w:rsidRDefault="00324CB2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932F62" w14:textId="73EE1E12" w:rsidR="007907B6" w:rsidRPr="00BB6975" w:rsidRDefault="00F7556A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975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68DBE9B" w14:textId="7EF9E703" w:rsidR="007907B6" w:rsidRPr="00BB6975" w:rsidRDefault="00F7556A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975">
        <w:rPr>
          <w:rFonts w:ascii="Times New Roman" w:hAnsi="Times New Roman" w:cs="Times New Roman"/>
          <w:sz w:val="24"/>
          <w:szCs w:val="24"/>
        </w:rPr>
        <w:t>Veikko Luhalaid</w:t>
      </w:r>
    </w:p>
    <w:p w14:paraId="410E2D41" w14:textId="71FDB6B0" w:rsidR="00BF2EEB" w:rsidRPr="00BB6975" w:rsidRDefault="00AA25BF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975">
        <w:rPr>
          <w:rFonts w:ascii="Times New Roman" w:hAnsi="Times New Roman" w:cs="Times New Roman"/>
          <w:sz w:val="24"/>
          <w:szCs w:val="24"/>
        </w:rPr>
        <w:t>t</w:t>
      </w:r>
      <w:r w:rsidR="00BF2EEB" w:rsidRPr="00BB6975">
        <w:rPr>
          <w:rFonts w:ascii="Times New Roman" w:hAnsi="Times New Roman" w:cs="Times New Roman"/>
          <w:sz w:val="24"/>
          <w:szCs w:val="24"/>
        </w:rPr>
        <w:t>egevdirektor</w:t>
      </w:r>
    </w:p>
    <w:p w14:paraId="655A0BC9" w14:textId="77777777" w:rsidR="00AA25BF" w:rsidRPr="00BB6975" w:rsidRDefault="00AA25BF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25A47" w14:textId="77777777" w:rsidR="00BB6975" w:rsidRDefault="00BB6975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705647" w14:textId="77777777" w:rsidR="00FB0963" w:rsidRDefault="00FB0963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66DA8" w14:textId="3FBFDC95" w:rsidR="005B17E1" w:rsidRDefault="005B17E1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A7B39C" w14:textId="1859491F" w:rsidR="00FB0963" w:rsidRDefault="00FB0963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963">
        <w:rPr>
          <w:rFonts w:ascii="Times New Roman" w:hAnsi="Times New Roman" w:cs="Times New Roman"/>
          <w:sz w:val="24"/>
          <w:szCs w:val="24"/>
        </w:rPr>
        <w:t>Kaimo Käärmann-Liive</w:t>
      </w:r>
    </w:p>
    <w:p w14:paraId="7FE0E307" w14:textId="0400D7E2" w:rsidR="00FB0963" w:rsidRPr="00BB6975" w:rsidRDefault="00FB0963" w:rsidP="00BB6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0A38E2">
          <w:rPr>
            <w:rStyle w:val="Hyperlink"/>
            <w:rFonts w:ascii="Times New Roman" w:hAnsi="Times New Roman" w:cs="Times New Roman"/>
            <w:sz w:val="24"/>
            <w:szCs w:val="24"/>
          </w:rPr>
          <w:t>kaimo@elvl.ee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B0963" w:rsidRPr="00BB6975" w:rsidSect="00F5720E">
      <w:headerReference w:type="default" r:id="rId13"/>
      <w:headerReference w:type="first" r:id="rId14"/>
      <w:footerReference w:type="first" r:id="rId15"/>
      <w:pgSz w:w="11906" w:h="16838"/>
      <w:pgMar w:top="1134" w:right="1247" w:bottom="1021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85764" w14:textId="77777777" w:rsidR="002D6EE6" w:rsidRDefault="002D6EE6" w:rsidP="00CC6F01">
      <w:pPr>
        <w:spacing w:after="0" w:line="240" w:lineRule="auto"/>
      </w:pPr>
      <w:r>
        <w:separator/>
      </w:r>
    </w:p>
  </w:endnote>
  <w:endnote w:type="continuationSeparator" w:id="0">
    <w:p w14:paraId="70F8F2F3" w14:textId="77777777" w:rsidR="002D6EE6" w:rsidRDefault="002D6EE6" w:rsidP="00CC6F01">
      <w:pPr>
        <w:spacing w:after="0" w:line="240" w:lineRule="auto"/>
      </w:pPr>
      <w:r>
        <w:continuationSeparator/>
      </w:r>
    </w:p>
  </w:endnote>
  <w:endnote w:type="continuationNotice" w:id="1">
    <w:p w14:paraId="5CA7132C" w14:textId="77777777" w:rsidR="002D6EE6" w:rsidRDefault="002D6E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4A8D7" w14:textId="77777777" w:rsidR="00CC6F01" w:rsidRDefault="00CC6F01" w:rsidP="00CC6F01">
    <w:pPr>
      <w:pStyle w:val="Footer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2A3DFA7A" w14:textId="004CBEBB" w:rsidR="00CC6F01" w:rsidRPr="00B35229" w:rsidRDefault="00057262" w:rsidP="00CC6F01">
    <w:pPr>
      <w:pStyle w:val="Footer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 xml:space="preserve">Lõkke 4 </w:t>
    </w:r>
    <w:r>
      <w:rPr>
        <w:rFonts w:ascii="Calibri" w:hAnsi="Calibri" w:cs="Calibri"/>
        <w:color w:val="3B9CCD"/>
        <w:sz w:val="18"/>
        <w:szCs w:val="18"/>
      </w:rPr>
      <w:tab/>
      <w:t xml:space="preserve">                 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</w:t>
    </w:r>
    <w:r w:rsidR="004B4032"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26BEE0E8" w14:textId="0341DB5D" w:rsidR="00CC6F01" w:rsidRPr="00B35229" w:rsidRDefault="004B4032" w:rsidP="00CC6F01">
    <w:pPr>
      <w:pStyle w:val="Footer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</w:t>
    </w:r>
    <w:r w:rsidR="002C1165">
      <w:rPr>
        <w:rFonts w:ascii="Calibri" w:hAnsi="Calibri" w:cs="Calibri"/>
        <w:color w:val="3B9CCD"/>
        <w:sz w:val="18"/>
        <w:szCs w:val="18"/>
      </w:rPr>
      <w:t>22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y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03C6DBCF" w14:textId="77777777" w:rsidR="00CC6F01" w:rsidRPr="00CC6F01" w:rsidRDefault="002A3A29">
    <w:pPr>
      <w:pStyle w:val="Footer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25473" w14:textId="77777777" w:rsidR="002D6EE6" w:rsidRDefault="002D6EE6" w:rsidP="00CC6F01">
      <w:pPr>
        <w:spacing w:after="0" w:line="240" w:lineRule="auto"/>
      </w:pPr>
      <w:r>
        <w:separator/>
      </w:r>
    </w:p>
  </w:footnote>
  <w:footnote w:type="continuationSeparator" w:id="0">
    <w:p w14:paraId="4CDD9DE6" w14:textId="77777777" w:rsidR="002D6EE6" w:rsidRDefault="002D6EE6" w:rsidP="00CC6F01">
      <w:pPr>
        <w:spacing w:after="0" w:line="240" w:lineRule="auto"/>
      </w:pPr>
      <w:r>
        <w:continuationSeparator/>
      </w:r>
    </w:p>
  </w:footnote>
  <w:footnote w:type="continuationNotice" w:id="1">
    <w:p w14:paraId="1C1BDC47" w14:textId="77777777" w:rsidR="002D6EE6" w:rsidRDefault="002D6E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9905C" w14:textId="77777777" w:rsidR="00CC6F01" w:rsidRDefault="00CC6F01">
    <w:pPr>
      <w:pStyle w:val="Header"/>
    </w:pPr>
  </w:p>
  <w:p w14:paraId="53C3EFBD" w14:textId="77777777" w:rsidR="00CC6F01" w:rsidRDefault="00CC6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D7C5B" w14:textId="77777777" w:rsidR="00CC6F01" w:rsidRDefault="00CC6F01">
    <w:pPr>
      <w:pStyle w:val="Header"/>
    </w:pPr>
    <w:r>
      <w:rPr>
        <w:noProof/>
        <w:lang w:eastAsia="et-EE"/>
      </w:rPr>
      <w:drawing>
        <wp:inline distT="0" distB="0" distL="0" distR="0" wp14:anchorId="609DED69" wp14:editId="25A9CFE1">
          <wp:extent cx="5760720" cy="786765"/>
          <wp:effectExtent l="0" t="0" r="0" b="0"/>
          <wp:docPr id="1502269705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5396"/>
    <w:multiLevelType w:val="multilevel"/>
    <w:tmpl w:val="F1668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A62E12"/>
    <w:multiLevelType w:val="multilevel"/>
    <w:tmpl w:val="A9CCA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8445496"/>
    <w:multiLevelType w:val="multilevel"/>
    <w:tmpl w:val="9A7644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C717D4E"/>
    <w:multiLevelType w:val="hybridMultilevel"/>
    <w:tmpl w:val="9EF485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0EEF"/>
    <w:multiLevelType w:val="multilevel"/>
    <w:tmpl w:val="524CB1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35D1CF8"/>
    <w:multiLevelType w:val="hybridMultilevel"/>
    <w:tmpl w:val="F14A4A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34755"/>
    <w:multiLevelType w:val="multilevel"/>
    <w:tmpl w:val="A120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046E11"/>
    <w:multiLevelType w:val="hybridMultilevel"/>
    <w:tmpl w:val="7674A6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A49C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E239FE"/>
    <w:multiLevelType w:val="multilevel"/>
    <w:tmpl w:val="70EC7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18675DD2"/>
    <w:multiLevelType w:val="hybridMultilevel"/>
    <w:tmpl w:val="D6507DFA"/>
    <w:lvl w:ilvl="0" w:tplc="0425000F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1117E"/>
    <w:multiLevelType w:val="multilevel"/>
    <w:tmpl w:val="2C1A30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1F4425F0"/>
    <w:multiLevelType w:val="hybridMultilevel"/>
    <w:tmpl w:val="7DEA1FFA"/>
    <w:lvl w:ilvl="0" w:tplc="6674F0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F9D6666"/>
    <w:multiLevelType w:val="hybridMultilevel"/>
    <w:tmpl w:val="76FE4E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A73F9C"/>
    <w:multiLevelType w:val="multilevel"/>
    <w:tmpl w:val="E86A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1123705"/>
    <w:multiLevelType w:val="hybridMultilevel"/>
    <w:tmpl w:val="DB002F9A"/>
    <w:lvl w:ilvl="0" w:tplc="2CAAFD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D16032"/>
    <w:multiLevelType w:val="hybridMultilevel"/>
    <w:tmpl w:val="9A5A189E"/>
    <w:lvl w:ilvl="0" w:tplc="30FA311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26050B3"/>
    <w:multiLevelType w:val="multilevel"/>
    <w:tmpl w:val="4AE4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5A306E"/>
    <w:multiLevelType w:val="hybridMultilevel"/>
    <w:tmpl w:val="67F80A94"/>
    <w:lvl w:ilvl="0" w:tplc="3F20372E">
      <w:start w:val="1"/>
      <w:numFmt w:val="decimal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44E647B"/>
    <w:multiLevelType w:val="multilevel"/>
    <w:tmpl w:val="F918C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006F97"/>
    <w:multiLevelType w:val="hybridMultilevel"/>
    <w:tmpl w:val="B1127A2E"/>
    <w:lvl w:ilvl="0" w:tplc="E4EA7B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C01923"/>
    <w:multiLevelType w:val="multilevel"/>
    <w:tmpl w:val="12E8D1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75563F2"/>
    <w:multiLevelType w:val="hybridMultilevel"/>
    <w:tmpl w:val="FA96FC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073222"/>
    <w:multiLevelType w:val="hybridMultilevel"/>
    <w:tmpl w:val="397CA3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396D94"/>
    <w:multiLevelType w:val="multilevel"/>
    <w:tmpl w:val="230025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3F6E244E"/>
    <w:multiLevelType w:val="multilevel"/>
    <w:tmpl w:val="1500E6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3FC51CBB"/>
    <w:multiLevelType w:val="multilevel"/>
    <w:tmpl w:val="A9CCA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7" w15:restartNumberingAfterBreak="0">
    <w:nsid w:val="404F692D"/>
    <w:multiLevelType w:val="hybridMultilevel"/>
    <w:tmpl w:val="2F88F08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7A37DE"/>
    <w:multiLevelType w:val="multilevel"/>
    <w:tmpl w:val="E36A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2490384"/>
    <w:multiLevelType w:val="multilevel"/>
    <w:tmpl w:val="11B468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 w15:restartNumberingAfterBreak="0">
    <w:nsid w:val="53D309BB"/>
    <w:multiLevelType w:val="multilevel"/>
    <w:tmpl w:val="D26E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4494923"/>
    <w:multiLevelType w:val="hybridMultilevel"/>
    <w:tmpl w:val="D5829E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B152C"/>
    <w:multiLevelType w:val="hybridMultilevel"/>
    <w:tmpl w:val="A888006E"/>
    <w:lvl w:ilvl="0" w:tplc="9C06304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135D81"/>
    <w:multiLevelType w:val="hybridMultilevel"/>
    <w:tmpl w:val="455A0B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67880"/>
    <w:multiLevelType w:val="multilevel"/>
    <w:tmpl w:val="2C1A30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64F601D6"/>
    <w:multiLevelType w:val="multilevel"/>
    <w:tmpl w:val="3DA426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6AFB72E7"/>
    <w:multiLevelType w:val="hybridMultilevel"/>
    <w:tmpl w:val="B0F2E0BC"/>
    <w:lvl w:ilvl="0" w:tplc="13EEFC3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4716F"/>
    <w:multiLevelType w:val="multilevel"/>
    <w:tmpl w:val="755CDA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 w15:restartNumberingAfterBreak="0">
    <w:nsid w:val="711D46E4"/>
    <w:multiLevelType w:val="multilevel"/>
    <w:tmpl w:val="70EC7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9" w15:restartNumberingAfterBreak="0">
    <w:nsid w:val="720629CE"/>
    <w:multiLevelType w:val="hybridMultilevel"/>
    <w:tmpl w:val="2F88F08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D5CE6"/>
    <w:multiLevelType w:val="hybridMultilevel"/>
    <w:tmpl w:val="6D2EDC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B74CE"/>
    <w:multiLevelType w:val="hybridMultilevel"/>
    <w:tmpl w:val="54A6F93E"/>
    <w:lvl w:ilvl="0" w:tplc="63682B8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81" w:hanging="360"/>
      </w:pPr>
    </w:lvl>
    <w:lvl w:ilvl="2" w:tplc="0425001B" w:tentative="1">
      <w:start w:val="1"/>
      <w:numFmt w:val="lowerRoman"/>
      <w:lvlText w:val="%3."/>
      <w:lvlJc w:val="right"/>
      <w:pPr>
        <w:ind w:left="2301" w:hanging="180"/>
      </w:pPr>
    </w:lvl>
    <w:lvl w:ilvl="3" w:tplc="0425000F" w:tentative="1">
      <w:start w:val="1"/>
      <w:numFmt w:val="decimal"/>
      <w:lvlText w:val="%4."/>
      <w:lvlJc w:val="left"/>
      <w:pPr>
        <w:ind w:left="3021" w:hanging="360"/>
      </w:pPr>
    </w:lvl>
    <w:lvl w:ilvl="4" w:tplc="04250019" w:tentative="1">
      <w:start w:val="1"/>
      <w:numFmt w:val="lowerLetter"/>
      <w:lvlText w:val="%5."/>
      <w:lvlJc w:val="left"/>
      <w:pPr>
        <w:ind w:left="3741" w:hanging="360"/>
      </w:pPr>
    </w:lvl>
    <w:lvl w:ilvl="5" w:tplc="0425001B" w:tentative="1">
      <w:start w:val="1"/>
      <w:numFmt w:val="lowerRoman"/>
      <w:lvlText w:val="%6."/>
      <w:lvlJc w:val="right"/>
      <w:pPr>
        <w:ind w:left="4461" w:hanging="180"/>
      </w:pPr>
    </w:lvl>
    <w:lvl w:ilvl="6" w:tplc="0425000F" w:tentative="1">
      <w:start w:val="1"/>
      <w:numFmt w:val="decimal"/>
      <w:lvlText w:val="%7."/>
      <w:lvlJc w:val="left"/>
      <w:pPr>
        <w:ind w:left="5181" w:hanging="360"/>
      </w:pPr>
    </w:lvl>
    <w:lvl w:ilvl="7" w:tplc="04250019" w:tentative="1">
      <w:start w:val="1"/>
      <w:numFmt w:val="lowerLetter"/>
      <w:lvlText w:val="%8."/>
      <w:lvlJc w:val="left"/>
      <w:pPr>
        <w:ind w:left="5901" w:hanging="360"/>
      </w:pPr>
    </w:lvl>
    <w:lvl w:ilvl="8" w:tplc="042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2" w15:restartNumberingAfterBreak="0">
    <w:nsid w:val="7615574B"/>
    <w:multiLevelType w:val="hybridMultilevel"/>
    <w:tmpl w:val="AAB2FC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4E24A3"/>
    <w:multiLevelType w:val="multilevel"/>
    <w:tmpl w:val="A9CCA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4" w15:restartNumberingAfterBreak="0">
    <w:nsid w:val="79FC7F3C"/>
    <w:multiLevelType w:val="multilevel"/>
    <w:tmpl w:val="D0EEF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B6D598F"/>
    <w:multiLevelType w:val="multilevel"/>
    <w:tmpl w:val="358C8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99595736">
    <w:abstractNumId w:val="33"/>
  </w:num>
  <w:num w:numId="2" w16cid:durableId="1496414306">
    <w:abstractNumId w:val="8"/>
  </w:num>
  <w:num w:numId="3" w16cid:durableId="676542238">
    <w:abstractNumId w:val="21"/>
  </w:num>
  <w:num w:numId="4" w16cid:durableId="1220675778">
    <w:abstractNumId w:val="10"/>
  </w:num>
  <w:num w:numId="5" w16cid:durableId="1705982614">
    <w:abstractNumId w:val="41"/>
  </w:num>
  <w:num w:numId="6" w16cid:durableId="1268612034">
    <w:abstractNumId w:val="23"/>
  </w:num>
  <w:num w:numId="7" w16cid:durableId="1957179529">
    <w:abstractNumId w:val="22"/>
  </w:num>
  <w:num w:numId="8" w16cid:durableId="1094938174">
    <w:abstractNumId w:val="18"/>
  </w:num>
  <w:num w:numId="9" w16cid:durableId="1507939149">
    <w:abstractNumId w:val="12"/>
  </w:num>
  <w:num w:numId="10" w16cid:durableId="498080055">
    <w:abstractNumId w:val="16"/>
  </w:num>
  <w:num w:numId="11" w16cid:durableId="1288583542">
    <w:abstractNumId w:val="15"/>
  </w:num>
  <w:num w:numId="12" w16cid:durableId="440227006">
    <w:abstractNumId w:val="36"/>
  </w:num>
  <w:num w:numId="13" w16cid:durableId="1777560707">
    <w:abstractNumId w:val="20"/>
  </w:num>
  <w:num w:numId="14" w16cid:durableId="291060330">
    <w:abstractNumId w:val="32"/>
  </w:num>
  <w:num w:numId="15" w16cid:durableId="2415316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2086685">
    <w:abstractNumId w:val="13"/>
  </w:num>
  <w:num w:numId="17" w16cid:durableId="190535394">
    <w:abstractNumId w:val="42"/>
  </w:num>
  <w:num w:numId="18" w16cid:durableId="1165362559">
    <w:abstractNumId w:val="39"/>
  </w:num>
  <w:num w:numId="19" w16cid:durableId="696545109">
    <w:abstractNumId w:val="27"/>
  </w:num>
  <w:num w:numId="20" w16cid:durableId="114494262">
    <w:abstractNumId w:val="7"/>
  </w:num>
  <w:num w:numId="21" w16cid:durableId="939484351">
    <w:abstractNumId w:val="40"/>
  </w:num>
  <w:num w:numId="22" w16cid:durableId="1122190528">
    <w:abstractNumId w:val="3"/>
  </w:num>
  <w:num w:numId="23" w16cid:durableId="1899633728">
    <w:abstractNumId w:val="31"/>
  </w:num>
  <w:num w:numId="24" w16cid:durableId="1368722078">
    <w:abstractNumId w:val="5"/>
  </w:num>
  <w:num w:numId="25" w16cid:durableId="396436577">
    <w:abstractNumId w:val="38"/>
  </w:num>
  <w:num w:numId="26" w16cid:durableId="2106730150">
    <w:abstractNumId w:val="9"/>
  </w:num>
  <w:num w:numId="27" w16cid:durableId="208150132">
    <w:abstractNumId w:val="45"/>
  </w:num>
  <w:num w:numId="28" w16cid:durableId="999849795">
    <w:abstractNumId w:val="0"/>
  </w:num>
  <w:num w:numId="29" w16cid:durableId="892619711">
    <w:abstractNumId w:val="44"/>
  </w:num>
  <w:num w:numId="30" w16cid:durableId="467816781">
    <w:abstractNumId w:val="6"/>
  </w:num>
  <w:num w:numId="31" w16cid:durableId="1574507411">
    <w:abstractNumId w:val="28"/>
  </w:num>
  <w:num w:numId="32" w16cid:durableId="1389960692">
    <w:abstractNumId w:val="14"/>
  </w:num>
  <w:num w:numId="33" w16cid:durableId="1963657603">
    <w:abstractNumId w:val="30"/>
  </w:num>
  <w:num w:numId="34" w16cid:durableId="912200763">
    <w:abstractNumId w:val="2"/>
  </w:num>
  <w:num w:numId="35" w16cid:durableId="328753098">
    <w:abstractNumId w:val="29"/>
  </w:num>
  <w:num w:numId="36" w16cid:durableId="922837840">
    <w:abstractNumId w:val="4"/>
  </w:num>
  <w:num w:numId="37" w16cid:durableId="1497303746">
    <w:abstractNumId w:val="25"/>
  </w:num>
  <w:num w:numId="38" w16cid:durableId="196430080">
    <w:abstractNumId w:val="35"/>
  </w:num>
  <w:num w:numId="39" w16cid:durableId="1300917387">
    <w:abstractNumId w:val="24"/>
  </w:num>
  <w:num w:numId="40" w16cid:durableId="1407023485">
    <w:abstractNumId w:val="11"/>
  </w:num>
  <w:num w:numId="41" w16cid:durableId="1420325210">
    <w:abstractNumId w:val="34"/>
  </w:num>
  <w:num w:numId="42" w16cid:durableId="1716616515">
    <w:abstractNumId w:val="26"/>
  </w:num>
  <w:num w:numId="43" w16cid:durableId="1080786855">
    <w:abstractNumId w:val="43"/>
  </w:num>
  <w:num w:numId="44" w16cid:durableId="303315672">
    <w:abstractNumId w:val="37"/>
  </w:num>
  <w:num w:numId="45" w16cid:durableId="1095444482">
    <w:abstractNumId w:val="1"/>
  </w:num>
  <w:num w:numId="46" w16cid:durableId="10730487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7B6"/>
    <w:rsid w:val="00002E25"/>
    <w:rsid w:val="00007ED7"/>
    <w:rsid w:val="0001070A"/>
    <w:rsid w:val="000114FD"/>
    <w:rsid w:val="00013269"/>
    <w:rsid w:val="0001472D"/>
    <w:rsid w:val="0001658A"/>
    <w:rsid w:val="00017C13"/>
    <w:rsid w:val="00020A75"/>
    <w:rsid w:val="00020F1A"/>
    <w:rsid w:val="00026C89"/>
    <w:rsid w:val="00032C71"/>
    <w:rsid w:val="000332FE"/>
    <w:rsid w:val="00033A97"/>
    <w:rsid w:val="00035EF7"/>
    <w:rsid w:val="000360B9"/>
    <w:rsid w:val="00037BE8"/>
    <w:rsid w:val="000407EE"/>
    <w:rsid w:val="00040AF9"/>
    <w:rsid w:val="00042CEA"/>
    <w:rsid w:val="00045515"/>
    <w:rsid w:val="00050B5E"/>
    <w:rsid w:val="00051E85"/>
    <w:rsid w:val="000525B5"/>
    <w:rsid w:val="000525FE"/>
    <w:rsid w:val="0005570B"/>
    <w:rsid w:val="00057262"/>
    <w:rsid w:val="00060F96"/>
    <w:rsid w:val="000618F0"/>
    <w:rsid w:val="00062208"/>
    <w:rsid w:val="00064745"/>
    <w:rsid w:val="000713EA"/>
    <w:rsid w:val="0007305C"/>
    <w:rsid w:val="00074B41"/>
    <w:rsid w:val="00075ED3"/>
    <w:rsid w:val="00080563"/>
    <w:rsid w:val="00081C16"/>
    <w:rsid w:val="000845AB"/>
    <w:rsid w:val="0008518C"/>
    <w:rsid w:val="000857DD"/>
    <w:rsid w:val="00085CC9"/>
    <w:rsid w:val="0008675F"/>
    <w:rsid w:val="00086CA6"/>
    <w:rsid w:val="00086CD2"/>
    <w:rsid w:val="000878E8"/>
    <w:rsid w:val="00087C2C"/>
    <w:rsid w:val="00090732"/>
    <w:rsid w:val="00090EC0"/>
    <w:rsid w:val="00091302"/>
    <w:rsid w:val="00091744"/>
    <w:rsid w:val="0009286D"/>
    <w:rsid w:val="00097C0F"/>
    <w:rsid w:val="000A1500"/>
    <w:rsid w:val="000A3370"/>
    <w:rsid w:val="000B0262"/>
    <w:rsid w:val="000B0A6D"/>
    <w:rsid w:val="000B1105"/>
    <w:rsid w:val="000B53BD"/>
    <w:rsid w:val="000B7971"/>
    <w:rsid w:val="000C038A"/>
    <w:rsid w:val="000C1EEA"/>
    <w:rsid w:val="000C58C6"/>
    <w:rsid w:val="000C6112"/>
    <w:rsid w:val="000D0203"/>
    <w:rsid w:val="000D1BA1"/>
    <w:rsid w:val="000D256B"/>
    <w:rsid w:val="000D28AF"/>
    <w:rsid w:val="000D3E08"/>
    <w:rsid w:val="000D47E7"/>
    <w:rsid w:val="000D5473"/>
    <w:rsid w:val="000D736C"/>
    <w:rsid w:val="000D7EDE"/>
    <w:rsid w:val="000E0DAE"/>
    <w:rsid w:val="000E2CAD"/>
    <w:rsid w:val="000F0226"/>
    <w:rsid w:val="000F2EA8"/>
    <w:rsid w:val="000F4FA4"/>
    <w:rsid w:val="000F5A13"/>
    <w:rsid w:val="000F6892"/>
    <w:rsid w:val="001008AE"/>
    <w:rsid w:val="00103345"/>
    <w:rsid w:val="00106641"/>
    <w:rsid w:val="00112170"/>
    <w:rsid w:val="00116127"/>
    <w:rsid w:val="0012336C"/>
    <w:rsid w:val="00127FBC"/>
    <w:rsid w:val="00130CFC"/>
    <w:rsid w:val="0013135D"/>
    <w:rsid w:val="00131D96"/>
    <w:rsid w:val="00134646"/>
    <w:rsid w:val="001368E9"/>
    <w:rsid w:val="0014072D"/>
    <w:rsid w:val="001506B6"/>
    <w:rsid w:val="001518C6"/>
    <w:rsid w:val="001536CE"/>
    <w:rsid w:val="00153EE7"/>
    <w:rsid w:val="00155F4D"/>
    <w:rsid w:val="00157061"/>
    <w:rsid w:val="001619FF"/>
    <w:rsid w:val="00165F3B"/>
    <w:rsid w:val="001665B5"/>
    <w:rsid w:val="0016731F"/>
    <w:rsid w:val="00172BAF"/>
    <w:rsid w:val="00173465"/>
    <w:rsid w:val="00175B01"/>
    <w:rsid w:val="00176003"/>
    <w:rsid w:val="0017650F"/>
    <w:rsid w:val="00177373"/>
    <w:rsid w:val="00184C3B"/>
    <w:rsid w:val="00185927"/>
    <w:rsid w:val="00190036"/>
    <w:rsid w:val="001A4E26"/>
    <w:rsid w:val="001A6CE7"/>
    <w:rsid w:val="001B120D"/>
    <w:rsid w:val="001B4505"/>
    <w:rsid w:val="001B582F"/>
    <w:rsid w:val="001B7103"/>
    <w:rsid w:val="001C2BF3"/>
    <w:rsid w:val="001C52E4"/>
    <w:rsid w:val="001C5803"/>
    <w:rsid w:val="001C7405"/>
    <w:rsid w:val="001C7E7F"/>
    <w:rsid w:val="001D2E3D"/>
    <w:rsid w:val="001D3C37"/>
    <w:rsid w:val="001D5D7C"/>
    <w:rsid w:val="001D7DFC"/>
    <w:rsid w:val="001D7EBA"/>
    <w:rsid w:val="001E0179"/>
    <w:rsid w:val="001E0A26"/>
    <w:rsid w:val="001E10DE"/>
    <w:rsid w:val="001E4D14"/>
    <w:rsid w:val="001E583C"/>
    <w:rsid w:val="001E675C"/>
    <w:rsid w:val="001E68AC"/>
    <w:rsid w:val="001E789E"/>
    <w:rsid w:val="001E7912"/>
    <w:rsid w:val="001F0A48"/>
    <w:rsid w:val="001F3196"/>
    <w:rsid w:val="001F5DAF"/>
    <w:rsid w:val="0020173A"/>
    <w:rsid w:val="00205EED"/>
    <w:rsid w:val="00207C08"/>
    <w:rsid w:val="00211634"/>
    <w:rsid w:val="0021552D"/>
    <w:rsid w:val="002162A8"/>
    <w:rsid w:val="0022039B"/>
    <w:rsid w:val="00220C0F"/>
    <w:rsid w:val="00220C9B"/>
    <w:rsid w:val="002232A8"/>
    <w:rsid w:val="002232EB"/>
    <w:rsid w:val="0022411D"/>
    <w:rsid w:val="0022438F"/>
    <w:rsid w:val="00226352"/>
    <w:rsid w:val="002277F1"/>
    <w:rsid w:val="00227AE7"/>
    <w:rsid w:val="00232EFB"/>
    <w:rsid w:val="00234F41"/>
    <w:rsid w:val="002359ED"/>
    <w:rsid w:val="002400BE"/>
    <w:rsid w:val="00242B96"/>
    <w:rsid w:val="00242E97"/>
    <w:rsid w:val="00243F39"/>
    <w:rsid w:val="00244BAE"/>
    <w:rsid w:val="00246798"/>
    <w:rsid w:val="00247232"/>
    <w:rsid w:val="00247A84"/>
    <w:rsid w:val="00251CA0"/>
    <w:rsid w:val="00251E11"/>
    <w:rsid w:val="00252640"/>
    <w:rsid w:val="00252F3A"/>
    <w:rsid w:val="00253B06"/>
    <w:rsid w:val="0025486A"/>
    <w:rsid w:val="00255A8F"/>
    <w:rsid w:val="0025769D"/>
    <w:rsid w:val="002606FD"/>
    <w:rsid w:val="00265D16"/>
    <w:rsid w:val="00265F5B"/>
    <w:rsid w:val="002669F4"/>
    <w:rsid w:val="00271699"/>
    <w:rsid w:val="00271A6A"/>
    <w:rsid w:val="00271B77"/>
    <w:rsid w:val="00274444"/>
    <w:rsid w:val="00283EE2"/>
    <w:rsid w:val="00291067"/>
    <w:rsid w:val="002938A1"/>
    <w:rsid w:val="00296F40"/>
    <w:rsid w:val="00296F95"/>
    <w:rsid w:val="002A0EA8"/>
    <w:rsid w:val="002A2B92"/>
    <w:rsid w:val="002A3855"/>
    <w:rsid w:val="002A3A29"/>
    <w:rsid w:val="002A3A5D"/>
    <w:rsid w:val="002A411F"/>
    <w:rsid w:val="002A64B9"/>
    <w:rsid w:val="002A7A33"/>
    <w:rsid w:val="002A7A46"/>
    <w:rsid w:val="002B2FBC"/>
    <w:rsid w:val="002B5C6C"/>
    <w:rsid w:val="002B7FE4"/>
    <w:rsid w:val="002C0541"/>
    <w:rsid w:val="002C069F"/>
    <w:rsid w:val="002C0FE1"/>
    <w:rsid w:val="002C1165"/>
    <w:rsid w:val="002C4613"/>
    <w:rsid w:val="002C5266"/>
    <w:rsid w:val="002C5D0C"/>
    <w:rsid w:val="002D3A1B"/>
    <w:rsid w:val="002D464A"/>
    <w:rsid w:val="002D46FD"/>
    <w:rsid w:val="002D487C"/>
    <w:rsid w:val="002D6EE6"/>
    <w:rsid w:val="002D76A6"/>
    <w:rsid w:val="002D7898"/>
    <w:rsid w:val="002D7EED"/>
    <w:rsid w:val="002E344C"/>
    <w:rsid w:val="002E377E"/>
    <w:rsid w:val="002E45E7"/>
    <w:rsid w:val="002E4A3A"/>
    <w:rsid w:val="002E50B2"/>
    <w:rsid w:val="002E70BB"/>
    <w:rsid w:val="002F0A02"/>
    <w:rsid w:val="002F6AFD"/>
    <w:rsid w:val="002F6DAC"/>
    <w:rsid w:val="00300946"/>
    <w:rsid w:val="00303917"/>
    <w:rsid w:val="00305E35"/>
    <w:rsid w:val="0030606C"/>
    <w:rsid w:val="00311140"/>
    <w:rsid w:val="00313557"/>
    <w:rsid w:val="00315CB4"/>
    <w:rsid w:val="0032138A"/>
    <w:rsid w:val="00322F53"/>
    <w:rsid w:val="003238E2"/>
    <w:rsid w:val="00324CB2"/>
    <w:rsid w:val="00325CC9"/>
    <w:rsid w:val="00330CAC"/>
    <w:rsid w:val="003316ED"/>
    <w:rsid w:val="00333034"/>
    <w:rsid w:val="0033475B"/>
    <w:rsid w:val="00335EB4"/>
    <w:rsid w:val="00341BD9"/>
    <w:rsid w:val="00344BA3"/>
    <w:rsid w:val="0034746A"/>
    <w:rsid w:val="00347655"/>
    <w:rsid w:val="0035002D"/>
    <w:rsid w:val="003511D9"/>
    <w:rsid w:val="00351AB5"/>
    <w:rsid w:val="00352390"/>
    <w:rsid w:val="00352AE9"/>
    <w:rsid w:val="0035313A"/>
    <w:rsid w:val="00353490"/>
    <w:rsid w:val="00353C6F"/>
    <w:rsid w:val="003555DA"/>
    <w:rsid w:val="0035676E"/>
    <w:rsid w:val="00362052"/>
    <w:rsid w:val="0036432E"/>
    <w:rsid w:val="003649FF"/>
    <w:rsid w:val="003672C9"/>
    <w:rsid w:val="00383DCD"/>
    <w:rsid w:val="00387A9A"/>
    <w:rsid w:val="003900EA"/>
    <w:rsid w:val="0039064C"/>
    <w:rsid w:val="0039194E"/>
    <w:rsid w:val="00396AA8"/>
    <w:rsid w:val="003974BE"/>
    <w:rsid w:val="003A0A9B"/>
    <w:rsid w:val="003A1568"/>
    <w:rsid w:val="003A19E9"/>
    <w:rsid w:val="003A2D55"/>
    <w:rsid w:val="003A4C59"/>
    <w:rsid w:val="003A6358"/>
    <w:rsid w:val="003A65D5"/>
    <w:rsid w:val="003A7D78"/>
    <w:rsid w:val="003B5C60"/>
    <w:rsid w:val="003B70C2"/>
    <w:rsid w:val="003B7306"/>
    <w:rsid w:val="003C1E2F"/>
    <w:rsid w:val="003C2707"/>
    <w:rsid w:val="003C2C71"/>
    <w:rsid w:val="003C3826"/>
    <w:rsid w:val="003C3DF9"/>
    <w:rsid w:val="003C55A8"/>
    <w:rsid w:val="003D0A74"/>
    <w:rsid w:val="003D0F36"/>
    <w:rsid w:val="003D30AC"/>
    <w:rsid w:val="003D4A1B"/>
    <w:rsid w:val="003D5D7F"/>
    <w:rsid w:val="003E3746"/>
    <w:rsid w:val="003E38AD"/>
    <w:rsid w:val="003E42AC"/>
    <w:rsid w:val="003E4C59"/>
    <w:rsid w:val="003E5386"/>
    <w:rsid w:val="003E5D98"/>
    <w:rsid w:val="003E6A0F"/>
    <w:rsid w:val="003F07CD"/>
    <w:rsid w:val="003F0887"/>
    <w:rsid w:val="003F2B0B"/>
    <w:rsid w:val="003F30CD"/>
    <w:rsid w:val="003F5E79"/>
    <w:rsid w:val="00400C04"/>
    <w:rsid w:val="0040474A"/>
    <w:rsid w:val="0040556A"/>
    <w:rsid w:val="00405E2C"/>
    <w:rsid w:val="0041322F"/>
    <w:rsid w:val="00413923"/>
    <w:rsid w:val="004151DD"/>
    <w:rsid w:val="0041533E"/>
    <w:rsid w:val="00417123"/>
    <w:rsid w:val="00417368"/>
    <w:rsid w:val="004213F8"/>
    <w:rsid w:val="0043189E"/>
    <w:rsid w:val="004324E8"/>
    <w:rsid w:val="00433783"/>
    <w:rsid w:val="00435043"/>
    <w:rsid w:val="004358E5"/>
    <w:rsid w:val="004375BD"/>
    <w:rsid w:val="00441DD4"/>
    <w:rsid w:val="00443AA9"/>
    <w:rsid w:val="004455BD"/>
    <w:rsid w:val="004501F4"/>
    <w:rsid w:val="00454592"/>
    <w:rsid w:val="00454888"/>
    <w:rsid w:val="00454DB2"/>
    <w:rsid w:val="0047095A"/>
    <w:rsid w:val="00471CAD"/>
    <w:rsid w:val="00476B0F"/>
    <w:rsid w:val="00481986"/>
    <w:rsid w:val="004860DD"/>
    <w:rsid w:val="004864FC"/>
    <w:rsid w:val="004901EC"/>
    <w:rsid w:val="00494A37"/>
    <w:rsid w:val="00494AF5"/>
    <w:rsid w:val="00495241"/>
    <w:rsid w:val="004A2147"/>
    <w:rsid w:val="004A3E28"/>
    <w:rsid w:val="004A4A80"/>
    <w:rsid w:val="004B1428"/>
    <w:rsid w:val="004B16FB"/>
    <w:rsid w:val="004B1D55"/>
    <w:rsid w:val="004B39D0"/>
    <w:rsid w:val="004B4032"/>
    <w:rsid w:val="004B4557"/>
    <w:rsid w:val="004B7B62"/>
    <w:rsid w:val="004C0426"/>
    <w:rsid w:val="004C30B1"/>
    <w:rsid w:val="004C3830"/>
    <w:rsid w:val="004C3AF5"/>
    <w:rsid w:val="004C4C9F"/>
    <w:rsid w:val="004C6375"/>
    <w:rsid w:val="004C7948"/>
    <w:rsid w:val="004D19FF"/>
    <w:rsid w:val="004D56DC"/>
    <w:rsid w:val="004E1943"/>
    <w:rsid w:val="004E22B9"/>
    <w:rsid w:val="004F01F6"/>
    <w:rsid w:val="004F7487"/>
    <w:rsid w:val="00501582"/>
    <w:rsid w:val="005017A2"/>
    <w:rsid w:val="00506C7D"/>
    <w:rsid w:val="0050787E"/>
    <w:rsid w:val="00507CF2"/>
    <w:rsid w:val="005134A2"/>
    <w:rsid w:val="00520576"/>
    <w:rsid w:val="00521D17"/>
    <w:rsid w:val="00522587"/>
    <w:rsid w:val="00525BF8"/>
    <w:rsid w:val="005303EA"/>
    <w:rsid w:val="00531689"/>
    <w:rsid w:val="00532B16"/>
    <w:rsid w:val="00535A99"/>
    <w:rsid w:val="0053732E"/>
    <w:rsid w:val="00542401"/>
    <w:rsid w:val="00543F59"/>
    <w:rsid w:val="00546626"/>
    <w:rsid w:val="005476D0"/>
    <w:rsid w:val="0054775A"/>
    <w:rsid w:val="00547855"/>
    <w:rsid w:val="0055202A"/>
    <w:rsid w:val="00554C5D"/>
    <w:rsid w:val="00556033"/>
    <w:rsid w:val="00556C38"/>
    <w:rsid w:val="005572DC"/>
    <w:rsid w:val="00557FA1"/>
    <w:rsid w:val="00562B97"/>
    <w:rsid w:val="00563318"/>
    <w:rsid w:val="00563FC6"/>
    <w:rsid w:val="00566C55"/>
    <w:rsid w:val="00566E8E"/>
    <w:rsid w:val="005678CD"/>
    <w:rsid w:val="00572145"/>
    <w:rsid w:val="00574C08"/>
    <w:rsid w:val="005751CB"/>
    <w:rsid w:val="005754BD"/>
    <w:rsid w:val="00575CB7"/>
    <w:rsid w:val="0057628E"/>
    <w:rsid w:val="0058063A"/>
    <w:rsid w:val="00582980"/>
    <w:rsid w:val="00582D22"/>
    <w:rsid w:val="00593D97"/>
    <w:rsid w:val="005941F8"/>
    <w:rsid w:val="0059450C"/>
    <w:rsid w:val="0059471C"/>
    <w:rsid w:val="005A0033"/>
    <w:rsid w:val="005A0C95"/>
    <w:rsid w:val="005A1C66"/>
    <w:rsid w:val="005A1C78"/>
    <w:rsid w:val="005A202D"/>
    <w:rsid w:val="005A2586"/>
    <w:rsid w:val="005A2880"/>
    <w:rsid w:val="005A3A46"/>
    <w:rsid w:val="005A42BC"/>
    <w:rsid w:val="005A4EB1"/>
    <w:rsid w:val="005A5F90"/>
    <w:rsid w:val="005A61D7"/>
    <w:rsid w:val="005A6BF6"/>
    <w:rsid w:val="005A705C"/>
    <w:rsid w:val="005B07AC"/>
    <w:rsid w:val="005B17E1"/>
    <w:rsid w:val="005B27FA"/>
    <w:rsid w:val="005B49E6"/>
    <w:rsid w:val="005B6430"/>
    <w:rsid w:val="005B78C9"/>
    <w:rsid w:val="005B7D1F"/>
    <w:rsid w:val="005C30FC"/>
    <w:rsid w:val="005C43BD"/>
    <w:rsid w:val="005C468D"/>
    <w:rsid w:val="005C7F5D"/>
    <w:rsid w:val="005D064E"/>
    <w:rsid w:val="005D1C82"/>
    <w:rsid w:val="005D23B7"/>
    <w:rsid w:val="005E3D73"/>
    <w:rsid w:val="005E526A"/>
    <w:rsid w:val="005E5CF1"/>
    <w:rsid w:val="005F5D60"/>
    <w:rsid w:val="00602B07"/>
    <w:rsid w:val="00607233"/>
    <w:rsid w:val="00611C70"/>
    <w:rsid w:val="0061334E"/>
    <w:rsid w:val="00614254"/>
    <w:rsid w:val="006173E4"/>
    <w:rsid w:val="00617E36"/>
    <w:rsid w:val="00620385"/>
    <w:rsid w:val="00620D98"/>
    <w:rsid w:val="00621E43"/>
    <w:rsid w:val="00624B19"/>
    <w:rsid w:val="006266F9"/>
    <w:rsid w:val="00627168"/>
    <w:rsid w:val="00631B68"/>
    <w:rsid w:val="00632B6B"/>
    <w:rsid w:val="00634A4D"/>
    <w:rsid w:val="00636B23"/>
    <w:rsid w:val="006419A8"/>
    <w:rsid w:val="006427D6"/>
    <w:rsid w:val="00643FEF"/>
    <w:rsid w:val="0064527D"/>
    <w:rsid w:val="00651011"/>
    <w:rsid w:val="00651E9D"/>
    <w:rsid w:val="006523E8"/>
    <w:rsid w:val="00652424"/>
    <w:rsid w:val="0065296F"/>
    <w:rsid w:val="00655447"/>
    <w:rsid w:val="00655C97"/>
    <w:rsid w:val="00657D11"/>
    <w:rsid w:val="0066427A"/>
    <w:rsid w:val="00664292"/>
    <w:rsid w:val="00666CE3"/>
    <w:rsid w:val="00672498"/>
    <w:rsid w:val="00672EE2"/>
    <w:rsid w:val="00673095"/>
    <w:rsid w:val="00676467"/>
    <w:rsid w:val="00676921"/>
    <w:rsid w:val="00681E62"/>
    <w:rsid w:val="006831C3"/>
    <w:rsid w:val="0068394F"/>
    <w:rsid w:val="00684798"/>
    <w:rsid w:val="006852B7"/>
    <w:rsid w:val="00687EB1"/>
    <w:rsid w:val="00690C3A"/>
    <w:rsid w:val="00691197"/>
    <w:rsid w:val="00691BC5"/>
    <w:rsid w:val="00693404"/>
    <w:rsid w:val="0069516C"/>
    <w:rsid w:val="00697C6E"/>
    <w:rsid w:val="006A3133"/>
    <w:rsid w:val="006A4E45"/>
    <w:rsid w:val="006A7BA5"/>
    <w:rsid w:val="006B35A7"/>
    <w:rsid w:val="006B4021"/>
    <w:rsid w:val="006B4456"/>
    <w:rsid w:val="006B65F6"/>
    <w:rsid w:val="006B72DE"/>
    <w:rsid w:val="006C05EB"/>
    <w:rsid w:val="006C24EB"/>
    <w:rsid w:val="006C5EB8"/>
    <w:rsid w:val="006C7EA7"/>
    <w:rsid w:val="006D03F9"/>
    <w:rsid w:val="006D26BF"/>
    <w:rsid w:val="006D4F77"/>
    <w:rsid w:val="006D5CC4"/>
    <w:rsid w:val="006D5E61"/>
    <w:rsid w:val="006D7D72"/>
    <w:rsid w:val="006E03C7"/>
    <w:rsid w:val="006E70B7"/>
    <w:rsid w:val="006F1F63"/>
    <w:rsid w:val="006F27F7"/>
    <w:rsid w:val="0070005B"/>
    <w:rsid w:val="00700DDB"/>
    <w:rsid w:val="0070132C"/>
    <w:rsid w:val="007022F6"/>
    <w:rsid w:val="007044B3"/>
    <w:rsid w:val="00705E1A"/>
    <w:rsid w:val="00707416"/>
    <w:rsid w:val="00711306"/>
    <w:rsid w:val="00712E08"/>
    <w:rsid w:val="00715902"/>
    <w:rsid w:val="00715B9F"/>
    <w:rsid w:val="00716792"/>
    <w:rsid w:val="00721165"/>
    <w:rsid w:val="00721D6A"/>
    <w:rsid w:val="00723E01"/>
    <w:rsid w:val="007240A2"/>
    <w:rsid w:val="00727B77"/>
    <w:rsid w:val="00727BA6"/>
    <w:rsid w:val="007301E1"/>
    <w:rsid w:val="0073268D"/>
    <w:rsid w:val="00733168"/>
    <w:rsid w:val="00734659"/>
    <w:rsid w:val="007347E9"/>
    <w:rsid w:val="00734FA7"/>
    <w:rsid w:val="00735F6D"/>
    <w:rsid w:val="00740A49"/>
    <w:rsid w:val="00741D8A"/>
    <w:rsid w:val="00742800"/>
    <w:rsid w:val="0074308E"/>
    <w:rsid w:val="00743C6D"/>
    <w:rsid w:val="00745ECE"/>
    <w:rsid w:val="00746CA8"/>
    <w:rsid w:val="00752D09"/>
    <w:rsid w:val="007533C1"/>
    <w:rsid w:val="0075444E"/>
    <w:rsid w:val="00754EB9"/>
    <w:rsid w:val="00754F9F"/>
    <w:rsid w:val="0075550F"/>
    <w:rsid w:val="007569D1"/>
    <w:rsid w:val="0075731A"/>
    <w:rsid w:val="00762C0F"/>
    <w:rsid w:val="00767362"/>
    <w:rsid w:val="00772650"/>
    <w:rsid w:val="00775A0D"/>
    <w:rsid w:val="007805BC"/>
    <w:rsid w:val="00781E45"/>
    <w:rsid w:val="00784FF9"/>
    <w:rsid w:val="007857AE"/>
    <w:rsid w:val="00787842"/>
    <w:rsid w:val="007879BD"/>
    <w:rsid w:val="007907B6"/>
    <w:rsid w:val="0079141B"/>
    <w:rsid w:val="00791A37"/>
    <w:rsid w:val="00792100"/>
    <w:rsid w:val="00793C5C"/>
    <w:rsid w:val="0079484A"/>
    <w:rsid w:val="00794EFE"/>
    <w:rsid w:val="0079538C"/>
    <w:rsid w:val="007A13E5"/>
    <w:rsid w:val="007A32C0"/>
    <w:rsid w:val="007A4168"/>
    <w:rsid w:val="007A6A97"/>
    <w:rsid w:val="007B3576"/>
    <w:rsid w:val="007B3ADB"/>
    <w:rsid w:val="007B411A"/>
    <w:rsid w:val="007B77FA"/>
    <w:rsid w:val="007C11AC"/>
    <w:rsid w:val="007C1C8B"/>
    <w:rsid w:val="007D2C83"/>
    <w:rsid w:val="007D624A"/>
    <w:rsid w:val="007D6B4D"/>
    <w:rsid w:val="007D6C4A"/>
    <w:rsid w:val="007E104C"/>
    <w:rsid w:val="007E12A5"/>
    <w:rsid w:val="007E37FB"/>
    <w:rsid w:val="007E3E2D"/>
    <w:rsid w:val="007E79FD"/>
    <w:rsid w:val="007F11CB"/>
    <w:rsid w:val="007F3A8E"/>
    <w:rsid w:val="007F4372"/>
    <w:rsid w:val="007F6106"/>
    <w:rsid w:val="007F6F96"/>
    <w:rsid w:val="007F7FC5"/>
    <w:rsid w:val="00806C2A"/>
    <w:rsid w:val="008147F0"/>
    <w:rsid w:val="00814922"/>
    <w:rsid w:val="00815B63"/>
    <w:rsid w:val="008204F6"/>
    <w:rsid w:val="00821855"/>
    <w:rsid w:val="00821DD0"/>
    <w:rsid w:val="008229B8"/>
    <w:rsid w:val="00823F4E"/>
    <w:rsid w:val="00824654"/>
    <w:rsid w:val="00824F98"/>
    <w:rsid w:val="00827EBA"/>
    <w:rsid w:val="00836451"/>
    <w:rsid w:val="00837188"/>
    <w:rsid w:val="008406EA"/>
    <w:rsid w:val="0084236C"/>
    <w:rsid w:val="00844C68"/>
    <w:rsid w:val="008450A5"/>
    <w:rsid w:val="008474EB"/>
    <w:rsid w:val="00855E59"/>
    <w:rsid w:val="0085791A"/>
    <w:rsid w:val="0086146C"/>
    <w:rsid w:val="00865CB4"/>
    <w:rsid w:val="00866364"/>
    <w:rsid w:val="0087225E"/>
    <w:rsid w:val="00872DEB"/>
    <w:rsid w:val="0087333D"/>
    <w:rsid w:val="008749F5"/>
    <w:rsid w:val="00876A41"/>
    <w:rsid w:val="00876B7A"/>
    <w:rsid w:val="008812DD"/>
    <w:rsid w:val="00891AE0"/>
    <w:rsid w:val="00897EE3"/>
    <w:rsid w:val="008A0EA0"/>
    <w:rsid w:val="008A106F"/>
    <w:rsid w:val="008A22DD"/>
    <w:rsid w:val="008A4BA7"/>
    <w:rsid w:val="008A5706"/>
    <w:rsid w:val="008A661C"/>
    <w:rsid w:val="008B02BB"/>
    <w:rsid w:val="008B0AB1"/>
    <w:rsid w:val="008B123A"/>
    <w:rsid w:val="008B1C9A"/>
    <w:rsid w:val="008B706C"/>
    <w:rsid w:val="008C2B85"/>
    <w:rsid w:val="008C2BAC"/>
    <w:rsid w:val="008C3B15"/>
    <w:rsid w:val="008C532F"/>
    <w:rsid w:val="008C5900"/>
    <w:rsid w:val="008C627A"/>
    <w:rsid w:val="008C6420"/>
    <w:rsid w:val="008C6B88"/>
    <w:rsid w:val="008D2531"/>
    <w:rsid w:val="008D29B7"/>
    <w:rsid w:val="008D7A58"/>
    <w:rsid w:val="008D7EBB"/>
    <w:rsid w:val="008E0BB5"/>
    <w:rsid w:val="008E4FBA"/>
    <w:rsid w:val="008E7CF1"/>
    <w:rsid w:val="008F2806"/>
    <w:rsid w:val="008F3664"/>
    <w:rsid w:val="008F3A35"/>
    <w:rsid w:val="008F4072"/>
    <w:rsid w:val="008F62FF"/>
    <w:rsid w:val="008F644B"/>
    <w:rsid w:val="00900A1E"/>
    <w:rsid w:val="009037CD"/>
    <w:rsid w:val="009047B5"/>
    <w:rsid w:val="00905C62"/>
    <w:rsid w:val="00907F06"/>
    <w:rsid w:val="00912677"/>
    <w:rsid w:val="00913DBA"/>
    <w:rsid w:val="009145FA"/>
    <w:rsid w:val="009156DC"/>
    <w:rsid w:val="00916384"/>
    <w:rsid w:val="00917C58"/>
    <w:rsid w:val="009232A6"/>
    <w:rsid w:val="009235AE"/>
    <w:rsid w:val="00924BA5"/>
    <w:rsid w:val="009307D0"/>
    <w:rsid w:val="00932213"/>
    <w:rsid w:val="00933913"/>
    <w:rsid w:val="0094267A"/>
    <w:rsid w:val="009449B0"/>
    <w:rsid w:val="00945053"/>
    <w:rsid w:val="0095040B"/>
    <w:rsid w:val="0095737F"/>
    <w:rsid w:val="00957D7C"/>
    <w:rsid w:val="00961115"/>
    <w:rsid w:val="00962791"/>
    <w:rsid w:val="00962AD4"/>
    <w:rsid w:val="00965D52"/>
    <w:rsid w:val="009734F6"/>
    <w:rsid w:val="00973593"/>
    <w:rsid w:val="00974B37"/>
    <w:rsid w:val="00974D6D"/>
    <w:rsid w:val="00980056"/>
    <w:rsid w:val="0098073F"/>
    <w:rsid w:val="00982DC5"/>
    <w:rsid w:val="00983253"/>
    <w:rsid w:val="009850AB"/>
    <w:rsid w:val="009855CC"/>
    <w:rsid w:val="00987196"/>
    <w:rsid w:val="0099182A"/>
    <w:rsid w:val="00994817"/>
    <w:rsid w:val="009954A0"/>
    <w:rsid w:val="00995841"/>
    <w:rsid w:val="009A1F6A"/>
    <w:rsid w:val="009A325F"/>
    <w:rsid w:val="009A4264"/>
    <w:rsid w:val="009B03DF"/>
    <w:rsid w:val="009B0487"/>
    <w:rsid w:val="009B106A"/>
    <w:rsid w:val="009B12AB"/>
    <w:rsid w:val="009B1CB8"/>
    <w:rsid w:val="009B20C6"/>
    <w:rsid w:val="009B2542"/>
    <w:rsid w:val="009B3901"/>
    <w:rsid w:val="009B59E9"/>
    <w:rsid w:val="009B6466"/>
    <w:rsid w:val="009C03E5"/>
    <w:rsid w:val="009C3C05"/>
    <w:rsid w:val="009C42E4"/>
    <w:rsid w:val="009C5B19"/>
    <w:rsid w:val="009C7178"/>
    <w:rsid w:val="009C74DA"/>
    <w:rsid w:val="009D00C8"/>
    <w:rsid w:val="009D099D"/>
    <w:rsid w:val="009D18AF"/>
    <w:rsid w:val="009D29D1"/>
    <w:rsid w:val="009D29D7"/>
    <w:rsid w:val="009D5D4E"/>
    <w:rsid w:val="009D6EBF"/>
    <w:rsid w:val="009E1D22"/>
    <w:rsid w:val="009E612E"/>
    <w:rsid w:val="009E73BE"/>
    <w:rsid w:val="009F2ADE"/>
    <w:rsid w:val="009F5F3C"/>
    <w:rsid w:val="00A00DC3"/>
    <w:rsid w:val="00A01865"/>
    <w:rsid w:val="00A02756"/>
    <w:rsid w:val="00A029E7"/>
    <w:rsid w:val="00A059E9"/>
    <w:rsid w:val="00A06AE0"/>
    <w:rsid w:val="00A11796"/>
    <w:rsid w:val="00A118E7"/>
    <w:rsid w:val="00A11DB6"/>
    <w:rsid w:val="00A148D3"/>
    <w:rsid w:val="00A15662"/>
    <w:rsid w:val="00A16636"/>
    <w:rsid w:val="00A1738A"/>
    <w:rsid w:val="00A17B57"/>
    <w:rsid w:val="00A2113C"/>
    <w:rsid w:val="00A245FB"/>
    <w:rsid w:val="00A274A9"/>
    <w:rsid w:val="00A27BC2"/>
    <w:rsid w:val="00A37872"/>
    <w:rsid w:val="00A44A6F"/>
    <w:rsid w:val="00A44D20"/>
    <w:rsid w:val="00A45A9E"/>
    <w:rsid w:val="00A52A13"/>
    <w:rsid w:val="00A535CD"/>
    <w:rsid w:val="00A54C6C"/>
    <w:rsid w:val="00A556F1"/>
    <w:rsid w:val="00A56689"/>
    <w:rsid w:val="00A57766"/>
    <w:rsid w:val="00A6154A"/>
    <w:rsid w:val="00A67CE0"/>
    <w:rsid w:val="00A70AA8"/>
    <w:rsid w:val="00A72830"/>
    <w:rsid w:val="00A73DA0"/>
    <w:rsid w:val="00A742D8"/>
    <w:rsid w:val="00A755EE"/>
    <w:rsid w:val="00A8063C"/>
    <w:rsid w:val="00A8292A"/>
    <w:rsid w:val="00A87000"/>
    <w:rsid w:val="00A91635"/>
    <w:rsid w:val="00A9373C"/>
    <w:rsid w:val="00A94061"/>
    <w:rsid w:val="00A96BB7"/>
    <w:rsid w:val="00A974C5"/>
    <w:rsid w:val="00A97CA9"/>
    <w:rsid w:val="00AA04FC"/>
    <w:rsid w:val="00AA053E"/>
    <w:rsid w:val="00AA25BF"/>
    <w:rsid w:val="00AA3CE1"/>
    <w:rsid w:val="00AA4308"/>
    <w:rsid w:val="00AA7415"/>
    <w:rsid w:val="00AB21E6"/>
    <w:rsid w:val="00AB4156"/>
    <w:rsid w:val="00AB4C6C"/>
    <w:rsid w:val="00AB7B86"/>
    <w:rsid w:val="00AC12EA"/>
    <w:rsid w:val="00AC1DAD"/>
    <w:rsid w:val="00AC314E"/>
    <w:rsid w:val="00AC5295"/>
    <w:rsid w:val="00AC5545"/>
    <w:rsid w:val="00AC7838"/>
    <w:rsid w:val="00AD360F"/>
    <w:rsid w:val="00AD3ABF"/>
    <w:rsid w:val="00AD6A59"/>
    <w:rsid w:val="00AE12F9"/>
    <w:rsid w:val="00AE1487"/>
    <w:rsid w:val="00AE225C"/>
    <w:rsid w:val="00AE3228"/>
    <w:rsid w:val="00AE3CE5"/>
    <w:rsid w:val="00AE4173"/>
    <w:rsid w:val="00AE6A15"/>
    <w:rsid w:val="00AE6C87"/>
    <w:rsid w:val="00AE6DFB"/>
    <w:rsid w:val="00AF191F"/>
    <w:rsid w:val="00AF268D"/>
    <w:rsid w:val="00AF357D"/>
    <w:rsid w:val="00AF390C"/>
    <w:rsid w:val="00AF452D"/>
    <w:rsid w:val="00AF4750"/>
    <w:rsid w:val="00AF5654"/>
    <w:rsid w:val="00B0498B"/>
    <w:rsid w:val="00B04B7F"/>
    <w:rsid w:val="00B0519D"/>
    <w:rsid w:val="00B06ADC"/>
    <w:rsid w:val="00B1016B"/>
    <w:rsid w:val="00B117A1"/>
    <w:rsid w:val="00B12145"/>
    <w:rsid w:val="00B12DE0"/>
    <w:rsid w:val="00B135CF"/>
    <w:rsid w:val="00B13A22"/>
    <w:rsid w:val="00B17B7B"/>
    <w:rsid w:val="00B17F40"/>
    <w:rsid w:val="00B203C2"/>
    <w:rsid w:val="00B20DC6"/>
    <w:rsid w:val="00B21FB9"/>
    <w:rsid w:val="00B2378B"/>
    <w:rsid w:val="00B25B40"/>
    <w:rsid w:val="00B26E00"/>
    <w:rsid w:val="00B31F43"/>
    <w:rsid w:val="00B33684"/>
    <w:rsid w:val="00B341CF"/>
    <w:rsid w:val="00B343BA"/>
    <w:rsid w:val="00B3640E"/>
    <w:rsid w:val="00B423B5"/>
    <w:rsid w:val="00B43963"/>
    <w:rsid w:val="00B445BC"/>
    <w:rsid w:val="00B453CA"/>
    <w:rsid w:val="00B46FC3"/>
    <w:rsid w:val="00B52300"/>
    <w:rsid w:val="00B5266E"/>
    <w:rsid w:val="00B55ADE"/>
    <w:rsid w:val="00B55BD8"/>
    <w:rsid w:val="00B55EC9"/>
    <w:rsid w:val="00B56D74"/>
    <w:rsid w:val="00B56DA1"/>
    <w:rsid w:val="00B642C3"/>
    <w:rsid w:val="00B65E67"/>
    <w:rsid w:val="00B66E6A"/>
    <w:rsid w:val="00B70383"/>
    <w:rsid w:val="00B70674"/>
    <w:rsid w:val="00B708CA"/>
    <w:rsid w:val="00B709D0"/>
    <w:rsid w:val="00B714CA"/>
    <w:rsid w:val="00B74410"/>
    <w:rsid w:val="00B75004"/>
    <w:rsid w:val="00B8168D"/>
    <w:rsid w:val="00B84973"/>
    <w:rsid w:val="00B86533"/>
    <w:rsid w:val="00B87390"/>
    <w:rsid w:val="00B900A1"/>
    <w:rsid w:val="00B90BB1"/>
    <w:rsid w:val="00B930E0"/>
    <w:rsid w:val="00B9515C"/>
    <w:rsid w:val="00B9793B"/>
    <w:rsid w:val="00BA0220"/>
    <w:rsid w:val="00BA06BD"/>
    <w:rsid w:val="00BA0DD6"/>
    <w:rsid w:val="00BA1E9D"/>
    <w:rsid w:val="00BA4AAB"/>
    <w:rsid w:val="00BA6659"/>
    <w:rsid w:val="00BA7032"/>
    <w:rsid w:val="00BA7D47"/>
    <w:rsid w:val="00BB2845"/>
    <w:rsid w:val="00BB3A1F"/>
    <w:rsid w:val="00BB46C3"/>
    <w:rsid w:val="00BB6341"/>
    <w:rsid w:val="00BB657C"/>
    <w:rsid w:val="00BB6975"/>
    <w:rsid w:val="00BC4030"/>
    <w:rsid w:val="00BC55C1"/>
    <w:rsid w:val="00BC68BF"/>
    <w:rsid w:val="00BC6C86"/>
    <w:rsid w:val="00BD0327"/>
    <w:rsid w:val="00BD10F7"/>
    <w:rsid w:val="00BD1505"/>
    <w:rsid w:val="00BD17F4"/>
    <w:rsid w:val="00BD20D6"/>
    <w:rsid w:val="00BD3348"/>
    <w:rsid w:val="00BD6159"/>
    <w:rsid w:val="00BE172D"/>
    <w:rsid w:val="00BE37D0"/>
    <w:rsid w:val="00BE391C"/>
    <w:rsid w:val="00BE6175"/>
    <w:rsid w:val="00BE68A0"/>
    <w:rsid w:val="00BF2399"/>
    <w:rsid w:val="00BF270C"/>
    <w:rsid w:val="00BF2A03"/>
    <w:rsid w:val="00BF2DE6"/>
    <w:rsid w:val="00BF2EEB"/>
    <w:rsid w:val="00BF400D"/>
    <w:rsid w:val="00BF50B7"/>
    <w:rsid w:val="00BF6246"/>
    <w:rsid w:val="00C00332"/>
    <w:rsid w:val="00C00DF6"/>
    <w:rsid w:val="00C012BE"/>
    <w:rsid w:val="00C02636"/>
    <w:rsid w:val="00C06706"/>
    <w:rsid w:val="00C0672D"/>
    <w:rsid w:val="00C10D7C"/>
    <w:rsid w:val="00C11D58"/>
    <w:rsid w:val="00C14A33"/>
    <w:rsid w:val="00C1552D"/>
    <w:rsid w:val="00C272C2"/>
    <w:rsid w:val="00C30C98"/>
    <w:rsid w:val="00C31DFD"/>
    <w:rsid w:val="00C32E01"/>
    <w:rsid w:val="00C33995"/>
    <w:rsid w:val="00C34AB3"/>
    <w:rsid w:val="00C34E30"/>
    <w:rsid w:val="00C35482"/>
    <w:rsid w:val="00C40437"/>
    <w:rsid w:val="00C40984"/>
    <w:rsid w:val="00C4478A"/>
    <w:rsid w:val="00C45ED3"/>
    <w:rsid w:val="00C464B2"/>
    <w:rsid w:val="00C46921"/>
    <w:rsid w:val="00C50071"/>
    <w:rsid w:val="00C51DFC"/>
    <w:rsid w:val="00C52330"/>
    <w:rsid w:val="00C54210"/>
    <w:rsid w:val="00C547B4"/>
    <w:rsid w:val="00C558B9"/>
    <w:rsid w:val="00C579A4"/>
    <w:rsid w:val="00C57B32"/>
    <w:rsid w:val="00C603E0"/>
    <w:rsid w:val="00C62B8B"/>
    <w:rsid w:val="00C63B5F"/>
    <w:rsid w:val="00C66AAE"/>
    <w:rsid w:val="00C72008"/>
    <w:rsid w:val="00C72134"/>
    <w:rsid w:val="00C740C1"/>
    <w:rsid w:val="00C74B7D"/>
    <w:rsid w:val="00C7517D"/>
    <w:rsid w:val="00C80A0A"/>
    <w:rsid w:val="00C8109F"/>
    <w:rsid w:val="00C812B2"/>
    <w:rsid w:val="00C81FD4"/>
    <w:rsid w:val="00C847D3"/>
    <w:rsid w:val="00C85BEC"/>
    <w:rsid w:val="00C8789A"/>
    <w:rsid w:val="00C87D62"/>
    <w:rsid w:val="00C90E54"/>
    <w:rsid w:val="00C92732"/>
    <w:rsid w:val="00C9341F"/>
    <w:rsid w:val="00C94B91"/>
    <w:rsid w:val="00C94F25"/>
    <w:rsid w:val="00C95313"/>
    <w:rsid w:val="00C95E0B"/>
    <w:rsid w:val="00C97404"/>
    <w:rsid w:val="00CA1964"/>
    <w:rsid w:val="00CA397E"/>
    <w:rsid w:val="00CA4873"/>
    <w:rsid w:val="00CA6B70"/>
    <w:rsid w:val="00CB37AD"/>
    <w:rsid w:val="00CB60B0"/>
    <w:rsid w:val="00CB78BA"/>
    <w:rsid w:val="00CC0E10"/>
    <w:rsid w:val="00CC2FBC"/>
    <w:rsid w:val="00CC626B"/>
    <w:rsid w:val="00CC6F01"/>
    <w:rsid w:val="00CD01E6"/>
    <w:rsid w:val="00CD0F04"/>
    <w:rsid w:val="00CD3673"/>
    <w:rsid w:val="00CD5579"/>
    <w:rsid w:val="00CD7675"/>
    <w:rsid w:val="00CE2053"/>
    <w:rsid w:val="00CE55D6"/>
    <w:rsid w:val="00CF2F4D"/>
    <w:rsid w:val="00CF5B01"/>
    <w:rsid w:val="00D010D6"/>
    <w:rsid w:val="00D02C1C"/>
    <w:rsid w:val="00D02DCB"/>
    <w:rsid w:val="00D03A1C"/>
    <w:rsid w:val="00D05717"/>
    <w:rsid w:val="00D05DC0"/>
    <w:rsid w:val="00D06745"/>
    <w:rsid w:val="00D06CA4"/>
    <w:rsid w:val="00D1047E"/>
    <w:rsid w:val="00D11374"/>
    <w:rsid w:val="00D1442C"/>
    <w:rsid w:val="00D14C41"/>
    <w:rsid w:val="00D21264"/>
    <w:rsid w:val="00D22B8A"/>
    <w:rsid w:val="00D232FB"/>
    <w:rsid w:val="00D25774"/>
    <w:rsid w:val="00D2773E"/>
    <w:rsid w:val="00D27D71"/>
    <w:rsid w:val="00D27F84"/>
    <w:rsid w:val="00D30763"/>
    <w:rsid w:val="00D34C37"/>
    <w:rsid w:val="00D36BDE"/>
    <w:rsid w:val="00D37FA9"/>
    <w:rsid w:val="00D4141C"/>
    <w:rsid w:val="00D505A7"/>
    <w:rsid w:val="00D54551"/>
    <w:rsid w:val="00D54CA4"/>
    <w:rsid w:val="00D56219"/>
    <w:rsid w:val="00D67F2B"/>
    <w:rsid w:val="00D76F9E"/>
    <w:rsid w:val="00D833A3"/>
    <w:rsid w:val="00D83529"/>
    <w:rsid w:val="00D83DB0"/>
    <w:rsid w:val="00D86292"/>
    <w:rsid w:val="00D921BB"/>
    <w:rsid w:val="00D932F1"/>
    <w:rsid w:val="00D93339"/>
    <w:rsid w:val="00D93D02"/>
    <w:rsid w:val="00D94801"/>
    <w:rsid w:val="00D94B21"/>
    <w:rsid w:val="00D97D2A"/>
    <w:rsid w:val="00DA1DC6"/>
    <w:rsid w:val="00DA2651"/>
    <w:rsid w:val="00DA29A2"/>
    <w:rsid w:val="00DA3898"/>
    <w:rsid w:val="00DACB7E"/>
    <w:rsid w:val="00DB053A"/>
    <w:rsid w:val="00DB0ED2"/>
    <w:rsid w:val="00DB2302"/>
    <w:rsid w:val="00DB2D37"/>
    <w:rsid w:val="00DB3995"/>
    <w:rsid w:val="00DB3B98"/>
    <w:rsid w:val="00DB4A41"/>
    <w:rsid w:val="00DB59CF"/>
    <w:rsid w:val="00DB5A53"/>
    <w:rsid w:val="00DB6093"/>
    <w:rsid w:val="00DB7188"/>
    <w:rsid w:val="00DB784C"/>
    <w:rsid w:val="00DB79EA"/>
    <w:rsid w:val="00DC2C32"/>
    <w:rsid w:val="00DC3E40"/>
    <w:rsid w:val="00DC760F"/>
    <w:rsid w:val="00DD1644"/>
    <w:rsid w:val="00DD390F"/>
    <w:rsid w:val="00DD593B"/>
    <w:rsid w:val="00DD6C9E"/>
    <w:rsid w:val="00DE057A"/>
    <w:rsid w:val="00DE195A"/>
    <w:rsid w:val="00DE1BE5"/>
    <w:rsid w:val="00DE292E"/>
    <w:rsid w:val="00DE34EF"/>
    <w:rsid w:val="00DE5869"/>
    <w:rsid w:val="00DE721B"/>
    <w:rsid w:val="00DF4B6E"/>
    <w:rsid w:val="00DF68F4"/>
    <w:rsid w:val="00DF6D86"/>
    <w:rsid w:val="00E020B2"/>
    <w:rsid w:val="00E0594A"/>
    <w:rsid w:val="00E1005B"/>
    <w:rsid w:val="00E10563"/>
    <w:rsid w:val="00E12EBB"/>
    <w:rsid w:val="00E13621"/>
    <w:rsid w:val="00E14A72"/>
    <w:rsid w:val="00E1B94C"/>
    <w:rsid w:val="00E2093F"/>
    <w:rsid w:val="00E22B39"/>
    <w:rsid w:val="00E2384A"/>
    <w:rsid w:val="00E25EFD"/>
    <w:rsid w:val="00E313E6"/>
    <w:rsid w:val="00E324AD"/>
    <w:rsid w:val="00E32E01"/>
    <w:rsid w:val="00E339FF"/>
    <w:rsid w:val="00E3457A"/>
    <w:rsid w:val="00E34818"/>
    <w:rsid w:val="00E40D79"/>
    <w:rsid w:val="00E40E8F"/>
    <w:rsid w:val="00E437A5"/>
    <w:rsid w:val="00E5445A"/>
    <w:rsid w:val="00E54AD9"/>
    <w:rsid w:val="00E54FBB"/>
    <w:rsid w:val="00E564A1"/>
    <w:rsid w:val="00E57BCB"/>
    <w:rsid w:val="00E610AF"/>
    <w:rsid w:val="00E61D92"/>
    <w:rsid w:val="00E62CAD"/>
    <w:rsid w:val="00E63A97"/>
    <w:rsid w:val="00E760DD"/>
    <w:rsid w:val="00E77BD1"/>
    <w:rsid w:val="00E801A7"/>
    <w:rsid w:val="00E82B94"/>
    <w:rsid w:val="00E83D5E"/>
    <w:rsid w:val="00E8456B"/>
    <w:rsid w:val="00E91CB7"/>
    <w:rsid w:val="00E93424"/>
    <w:rsid w:val="00E94D75"/>
    <w:rsid w:val="00E962DF"/>
    <w:rsid w:val="00E96317"/>
    <w:rsid w:val="00E977D8"/>
    <w:rsid w:val="00EA009A"/>
    <w:rsid w:val="00EA3C49"/>
    <w:rsid w:val="00EA4CAA"/>
    <w:rsid w:val="00EB093D"/>
    <w:rsid w:val="00EB13EC"/>
    <w:rsid w:val="00EB2FEB"/>
    <w:rsid w:val="00EC1D21"/>
    <w:rsid w:val="00EC22AB"/>
    <w:rsid w:val="00EC2F57"/>
    <w:rsid w:val="00EC421F"/>
    <w:rsid w:val="00EC7D98"/>
    <w:rsid w:val="00ED143A"/>
    <w:rsid w:val="00ED345F"/>
    <w:rsid w:val="00ED40A9"/>
    <w:rsid w:val="00ED4F4B"/>
    <w:rsid w:val="00ED67C1"/>
    <w:rsid w:val="00EE1620"/>
    <w:rsid w:val="00EE4ECD"/>
    <w:rsid w:val="00EE55FB"/>
    <w:rsid w:val="00EE5687"/>
    <w:rsid w:val="00EE65F5"/>
    <w:rsid w:val="00EE7E82"/>
    <w:rsid w:val="00EF0B79"/>
    <w:rsid w:val="00EF486D"/>
    <w:rsid w:val="00EF48D7"/>
    <w:rsid w:val="00EF4AF3"/>
    <w:rsid w:val="00EF5245"/>
    <w:rsid w:val="00EF773A"/>
    <w:rsid w:val="00F010F4"/>
    <w:rsid w:val="00F02EF7"/>
    <w:rsid w:val="00F0316D"/>
    <w:rsid w:val="00F03238"/>
    <w:rsid w:val="00F05C5A"/>
    <w:rsid w:val="00F07B5F"/>
    <w:rsid w:val="00F111E7"/>
    <w:rsid w:val="00F112CA"/>
    <w:rsid w:val="00F1264A"/>
    <w:rsid w:val="00F138D8"/>
    <w:rsid w:val="00F1552B"/>
    <w:rsid w:val="00F16B9B"/>
    <w:rsid w:val="00F224D8"/>
    <w:rsid w:val="00F22E99"/>
    <w:rsid w:val="00F238A1"/>
    <w:rsid w:val="00F24981"/>
    <w:rsid w:val="00F2505F"/>
    <w:rsid w:val="00F252CC"/>
    <w:rsid w:val="00F3077E"/>
    <w:rsid w:val="00F3186E"/>
    <w:rsid w:val="00F32B9A"/>
    <w:rsid w:val="00F32E91"/>
    <w:rsid w:val="00F338A5"/>
    <w:rsid w:val="00F35BB6"/>
    <w:rsid w:val="00F40006"/>
    <w:rsid w:val="00F41F45"/>
    <w:rsid w:val="00F44396"/>
    <w:rsid w:val="00F47457"/>
    <w:rsid w:val="00F5464A"/>
    <w:rsid w:val="00F5720E"/>
    <w:rsid w:val="00F57316"/>
    <w:rsid w:val="00F57484"/>
    <w:rsid w:val="00F6002F"/>
    <w:rsid w:val="00F612E2"/>
    <w:rsid w:val="00F625AB"/>
    <w:rsid w:val="00F6618D"/>
    <w:rsid w:val="00F67BEB"/>
    <w:rsid w:val="00F71D60"/>
    <w:rsid w:val="00F7284C"/>
    <w:rsid w:val="00F72A0C"/>
    <w:rsid w:val="00F7556A"/>
    <w:rsid w:val="00F768CC"/>
    <w:rsid w:val="00F76B2A"/>
    <w:rsid w:val="00F77149"/>
    <w:rsid w:val="00F81D60"/>
    <w:rsid w:val="00F83900"/>
    <w:rsid w:val="00F8431E"/>
    <w:rsid w:val="00F84455"/>
    <w:rsid w:val="00F85948"/>
    <w:rsid w:val="00F90FBC"/>
    <w:rsid w:val="00F931C8"/>
    <w:rsid w:val="00F95155"/>
    <w:rsid w:val="00F959C8"/>
    <w:rsid w:val="00F9608B"/>
    <w:rsid w:val="00FA0652"/>
    <w:rsid w:val="00FA08A4"/>
    <w:rsid w:val="00FA158C"/>
    <w:rsid w:val="00FA1EEB"/>
    <w:rsid w:val="00FA3C48"/>
    <w:rsid w:val="00FA5C85"/>
    <w:rsid w:val="00FA7978"/>
    <w:rsid w:val="00FB0963"/>
    <w:rsid w:val="00FB253B"/>
    <w:rsid w:val="00FB313B"/>
    <w:rsid w:val="00FC3954"/>
    <w:rsid w:val="00FD2967"/>
    <w:rsid w:val="00FD2A2B"/>
    <w:rsid w:val="00FE071C"/>
    <w:rsid w:val="00FE0F1D"/>
    <w:rsid w:val="00FE1111"/>
    <w:rsid w:val="00FE25D1"/>
    <w:rsid w:val="00FE3A33"/>
    <w:rsid w:val="00FE44BE"/>
    <w:rsid w:val="00FE52F4"/>
    <w:rsid w:val="00FE5E58"/>
    <w:rsid w:val="00FE765F"/>
    <w:rsid w:val="00FF10EF"/>
    <w:rsid w:val="00FF6288"/>
    <w:rsid w:val="00FF647B"/>
    <w:rsid w:val="00FF7E4F"/>
    <w:rsid w:val="036884D0"/>
    <w:rsid w:val="04071F75"/>
    <w:rsid w:val="05867F39"/>
    <w:rsid w:val="05C1FE12"/>
    <w:rsid w:val="085E17ED"/>
    <w:rsid w:val="0BC59546"/>
    <w:rsid w:val="0FC000EE"/>
    <w:rsid w:val="136B8CAD"/>
    <w:rsid w:val="1B3A0B86"/>
    <w:rsid w:val="1F1315E4"/>
    <w:rsid w:val="20ECCE14"/>
    <w:rsid w:val="21DCC208"/>
    <w:rsid w:val="23CF4BBB"/>
    <w:rsid w:val="24021D1F"/>
    <w:rsid w:val="24E864C7"/>
    <w:rsid w:val="25FA7431"/>
    <w:rsid w:val="2A9329AF"/>
    <w:rsid w:val="2BE04ADA"/>
    <w:rsid w:val="2C187158"/>
    <w:rsid w:val="2D731C9A"/>
    <w:rsid w:val="2E0B9BE5"/>
    <w:rsid w:val="30317992"/>
    <w:rsid w:val="30D9EFAB"/>
    <w:rsid w:val="3314D138"/>
    <w:rsid w:val="3374443E"/>
    <w:rsid w:val="3543D8E2"/>
    <w:rsid w:val="393509CC"/>
    <w:rsid w:val="3B607399"/>
    <w:rsid w:val="3C7DDB45"/>
    <w:rsid w:val="41283168"/>
    <w:rsid w:val="4133EC69"/>
    <w:rsid w:val="42C220F2"/>
    <w:rsid w:val="435B3A28"/>
    <w:rsid w:val="46B8D0CA"/>
    <w:rsid w:val="47D7D99F"/>
    <w:rsid w:val="4A8F6A73"/>
    <w:rsid w:val="4BB994FB"/>
    <w:rsid w:val="4BF09D70"/>
    <w:rsid w:val="4DAA23D9"/>
    <w:rsid w:val="51574BA3"/>
    <w:rsid w:val="52153816"/>
    <w:rsid w:val="5287A12D"/>
    <w:rsid w:val="53ACBA88"/>
    <w:rsid w:val="56F617B4"/>
    <w:rsid w:val="5CCEEFB9"/>
    <w:rsid w:val="5D0BCA0D"/>
    <w:rsid w:val="5E000C6B"/>
    <w:rsid w:val="5F1C9E44"/>
    <w:rsid w:val="5F204E5E"/>
    <w:rsid w:val="5F8D66DE"/>
    <w:rsid w:val="60787EFC"/>
    <w:rsid w:val="61FE0BD0"/>
    <w:rsid w:val="6649E381"/>
    <w:rsid w:val="6C6FBE97"/>
    <w:rsid w:val="6DE8641E"/>
    <w:rsid w:val="6E53B621"/>
    <w:rsid w:val="7569D215"/>
    <w:rsid w:val="7ACD7BE9"/>
    <w:rsid w:val="7ECB3966"/>
    <w:rsid w:val="7F5CA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0292BC"/>
  <w15:docId w15:val="{F717A8CD-0768-458B-BB77-3E67D63E8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E7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F01"/>
  </w:style>
  <w:style w:type="paragraph" w:styleId="Footer">
    <w:name w:val="footer"/>
    <w:basedOn w:val="Normal"/>
    <w:link w:val="FooterChar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F01"/>
  </w:style>
  <w:style w:type="character" w:styleId="Hyperlink">
    <w:name w:val="Hyperlink"/>
    <w:basedOn w:val="DefaultParagraphFont"/>
    <w:uiPriority w:val="99"/>
    <w:unhideWhenUsed/>
    <w:rsid w:val="00CC6F0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3F4E"/>
    <w:pPr>
      <w:ind w:left="720"/>
      <w:contextualSpacing/>
    </w:pPr>
  </w:style>
  <w:style w:type="paragraph" w:styleId="Revision">
    <w:name w:val="Revision"/>
    <w:hidden/>
    <w:uiPriority w:val="99"/>
    <w:semiHidden/>
    <w:rsid w:val="00933913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4318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1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imo@elvl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newsroom/dae/redirection/document/12173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a.saksing\KOV%20IT\ELVL%20Avalik%20-%20Dokumendid\AVALIK\ELVL%20kirjaplank%20ja%20&#252;ldplank%20ning%20milleks%20neid%20kasutada\ELVL%20kirjaplank%20-%20ametlikuks%20kirjavahetuseks-ELVL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2352CABD7EDA48982B37521C102FD6" ma:contentTypeVersion="18" ma:contentTypeDescription="Create a new document." ma:contentTypeScope="" ma:versionID="9390e97b0d48e3f860cba62a085b47a5">
  <xsd:schema xmlns:xsd="http://www.w3.org/2001/XMLSchema" xmlns:xs="http://www.w3.org/2001/XMLSchema" xmlns:p="http://schemas.microsoft.com/office/2006/metadata/properties" xmlns:ns2="34d80c5a-35b4-4c07-838f-593ef02517c6" xmlns:ns3="54f3c67f-5437-4d93-81f3-8d77c1af0d1c" targetNamespace="http://schemas.microsoft.com/office/2006/metadata/properties" ma:root="true" ma:fieldsID="7249dd3551af29053c700821aef09b1a" ns2:_="" ns3:_="">
    <xsd:import namespace="34d80c5a-35b4-4c07-838f-593ef02517c6"/>
    <xsd:import namespace="54f3c67f-5437-4d93-81f3-8d77c1af0d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d80c5a-35b4-4c07-838f-593ef02517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3c67f-5437-4d93-81f3-8d77c1af0d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0f9a0d2-0cdd-4da7-8777-519198c49d9b}" ma:internalName="TaxCatchAll" ma:showField="CatchAllData" ma:web="54f3c67f-5437-4d93-81f3-8d77c1af0d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d80c5a-35b4-4c07-838f-593ef02517c6">
      <Terms xmlns="http://schemas.microsoft.com/office/infopath/2007/PartnerControls"/>
    </lcf76f155ced4ddcb4097134ff3c332f>
    <TaxCatchAll xmlns="54f3c67f-5437-4d93-81f3-8d77c1af0d1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5941-D17E-4A9A-840E-6EC172EF6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d80c5a-35b4-4c07-838f-593ef02517c6"/>
    <ds:schemaRef ds:uri="54f3c67f-5437-4d93-81f3-8d77c1af0d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34d80c5a-35b4-4c07-838f-593ef02517c6"/>
    <ds:schemaRef ds:uri="54f3c67f-5437-4d93-81f3-8d77c1af0d1c"/>
  </ds:schemaRefs>
</ds:datastoreItem>
</file>

<file path=customXml/itemProps4.xml><?xml version="1.0" encoding="utf-8"?>
<ds:datastoreItem xmlns:ds="http://schemas.openxmlformats.org/officeDocument/2006/customXml" ds:itemID="{1D5B521D-88CF-40B1-93B0-9AB2B09FD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 - ametlikuks kirjavahetuseks-ELVL18.dotx</Template>
  <TotalTime>110</TotalTime>
  <Pages>2</Pages>
  <Words>673</Words>
  <Characters>3906</Characters>
  <Application>Microsoft Office Word</Application>
  <DocSecurity>0</DocSecurity>
  <Lines>32</Lines>
  <Paragraphs>9</Paragraphs>
  <ScaleCrop>false</ScaleCrop>
  <Company/>
  <LinksUpToDate>false</LinksUpToDate>
  <CharactersWithSpaces>4570</CharactersWithSpaces>
  <SharedDoc>false</SharedDoc>
  <HLinks>
    <vt:vector size="18" baseType="variant">
      <vt:variant>
        <vt:i4>5701731</vt:i4>
      </vt:variant>
      <vt:variant>
        <vt:i4>3</vt:i4>
      </vt:variant>
      <vt:variant>
        <vt:i4>0</vt:i4>
      </vt:variant>
      <vt:variant>
        <vt:i4>5</vt:i4>
      </vt:variant>
      <vt:variant>
        <vt:lpwstr>mailto:kaimo@elvl.ee</vt:lpwstr>
      </vt:variant>
      <vt:variant>
        <vt:lpwstr/>
      </vt:variant>
      <vt:variant>
        <vt:i4>5111809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https://ec.europa.eu/newsroom/dae/redirection/document/121737</vt:lpwstr>
      </vt:variant>
      <vt:variant>
        <vt:lpwstr/>
      </vt:variant>
      <vt:variant>
        <vt:i4>7536693</vt:i4>
      </vt:variant>
      <vt:variant>
        <vt:i4>0</vt:i4>
      </vt:variant>
      <vt:variant>
        <vt:i4>0</vt:i4>
      </vt:variant>
      <vt:variant>
        <vt:i4>5</vt:i4>
      </vt:variant>
      <vt:variant>
        <vt:lpwstr>http://www.elvl.ee/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R. Lippin</dc:creator>
  <cp:keywords>ELVL kiri</cp:keywords>
  <cp:lastModifiedBy>Kaimo Käärmann-Liive</cp:lastModifiedBy>
  <cp:revision>421</cp:revision>
  <cp:lastPrinted>2025-05-07T17:39:00Z</cp:lastPrinted>
  <dcterms:created xsi:type="dcterms:W3CDTF">2025-05-07T04:36:00Z</dcterms:created>
  <dcterms:modified xsi:type="dcterms:W3CDTF">2025-12-16T10:06:00Z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0x010100902352CABD7EDA48982B37521C102FD6</vt:lpwstr>
  </property>
  <property fmtid="{D5CDD505-2E9C-101B-9397-08002B2CF9AE}" pid="3" name="Order">
    <vt:r8>6200</vt:r8>
  </property>
  <property fmtid="{D5CDD505-2E9C-101B-9397-08002B2CF9AE}" pid="4" name="MediaServiceImageTags">
    <vt:lpwstr/>
  </property>
</Properties>
</file>